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A4E" w:rsidRPr="00A80F77" w:rsidRDefault="00AD1A4E" w:rsidP="002D59F5">
      <w:pPr>
        <w:spacing w:after="0" w:line="240" w:lineRule="auto"/>
        <w:rPr>
          <w:sz w:val="24"/>
        </w:rPr>
      </w:pPr>
      <w:r w:rsidRPr="00A80F77">
        <w:rPr>
          <w:sz w:val="24"/>
        </w:rPr>
        <w:t>ΨΗΦΙΑΚΟ ΣΧΟΛΕΙΟ</w:t>
      </w:r>
    </w:p>
    <w:p w:rsidR="00AD1A4E" w:rsidRDefault="00AD1A4E" w:rsidP="002D59F5">
      <w:pPr>
        <w:spacing w:after="0" w:line="240" w:lineRule="auto"/>
        <w:rPr>
          <w:sz w:val="24"/>
        </w:rPr>
      </w:pPr>
      <w:r w:rsidRPr="00A80F77">
        <w:rPr>
          <w:sz w:val="24"/>
        </w:rPr>
        <w:t>ΜΑΘΗΜΑΤΙΚΑ Α΄ ΓΥΜΝΑΣΙΟΥ</w:t>
      </w:r>
      <w:r>
        <w:rPr>
          <w:sz w:val="24"/>
        </w:rPr>
        <w:t xml:space="preserve"> - </w:t>
      </w:r>
      <w:r w:rsidRPr="00A80F77">
        <w:rPr>
          <w:sz w:val="24"/>
        </w:rPr>
        <w:t xml:space="preserve">ΜΕΡΟΣ </w:t>
      </w:r>
      <w:r>
        <w:rPr>
          <w:sz w:val="24"/>
          <w:lang w:val="en-US"/>
        </w:rPr>
        <w:t>A</w:t>
      </w:r>
      <w:r>
        <w:rPr>
          <w:sz w:val="24"/>
        </w:rPr>
        <w:t>.5.2</w:t>
      </w:r>
      <w:r w:rsidRPr="00A80F77">
        <w:rPr>
          <w:sz w:val="24"/>
        </w:rPr>
        <w:t xml:space="preserve"> </w:t>
      </w:r>
      <w:r>
        <w:rPr>
          <w:sz w:val="24"/>
        </w:rPr>
        <w:t>–</w:t>
      </w:r>
      <w:r w:rsidRPr="00A80F77">
        <w:rPr>
          <w:sz w:val="24"/>
        </w:rPr>
        <w:t xml:space="preserve"> </w:t>
      </w:r>
      <w:r>
        <w:rPr>
          <w:sz w:val="24"/>
        </w:rPr>
        <w:t>ΠΡΟΒΛΗΜΑΤΑ ΜΕ ΠΟΣΟΣΤΑ</w:t>
      </w:r>
      <w:r w:rsidRPr="00A80F77">
        <w:rPr>
          <w:sz w:val="24"/>
        </w:rPr>
        <w:t xml:space="preserve"> </w:t>
      </w:r>
    </w:p>
    <w:p w:rsidR="00AD1A4E" w:rsidRPr="00A80F77" w:rsidRDefault="00AD1A4E" w:rsidP="002D59F5">
      <w:pPr>
        <w:spacing w:after="0" w:line="240" w:lineRule="auto"/>
        <w:rPr>
          <w:sz w:val="24"/>
        </w:rPr>
      </w:pPr>
      <w:r>
        <w:rPr>
          <w:sz w:val="24"/>
        </w:rPr>
        <w:t>Γιώργος Ψυχάρης, Στέφανος Κεΐσογλου</w:t>
      </w:r>
    </w:p>
    <w:p w:rsidR="00AD1A4E" w:rsidRDefault="00AD1A4E" w:rsidP="00C972D5">
      <w:pPr>
        <w:tabs>
          <w:tab w:val="left" w:pos="9180"/>
        </w:tabs>
        <w:spacing w:after="0"/>
        <w:jc w:val="center"/>
        <w:rPr>
          <w:b/>
          <w:sz w:val="24"/>
          <w:szCs w:val="24"/>
        </w:rPr>
      </w:pPr>
    </w:p>
    <w:p w:rsidR="00AD1A4E" w:rsidRPr="00B23C9B" w:rsidRDefault="00AD1A4E" w:rsidP="00B01B1A">
      <w:pPr>
        <w:tabs>
          <w:tab w:val="left" w:pos="9180"/>
        </w:tabs>
        <w:spacing w:after="120"/>
        <w:jc w:val="center"/>
        <w:rPr>
          <w:b/>
          <w:sz w:val="24"/>
          <w:szCs w:val="24"/>
        </w:rPr>
      </w:pPr>
      <w:r w:rsidRPr="00B23C9B">
        <w:rPr>
          <w:b/>
          <w:sz w:val="24"/>
          <w:szCs w:val="24"/>
        </w:rPr>
        <w:t>ΠΟΣΟΣΤΑ «ΚΡΥΜΜΕΝΑ» ΣΤΑ ΚΟΥΜΠΙΑ ΤΗΣ ΑΡΙΘΜΟΜΗΧΑΝΗΣ</w:t>
      </w:r>
    </w:p>
    <w:p w:rsidR="00AD1A4E" w:rsidRDefault="00AD1A4E" w:rsidP="00C972D5">
      <w:pPr>
        <w:tabs>
          <w:tab w:val="left" w:pos="9180"/>
        </w:tabs>
        <w:spacing w:after="0"/>
        <w:jc w:val="center"/>
        <w:rPr>
          <w:b/>
          <w:sz w:val="24"/>
          <w:szCs w:val="24"/>
        </w:rPr>
      </w:pPr>
      <w:r w:rsidRPr="004B1FFB">
        <w:rPr>
          <w:b/>
          <w:sz w:val="24"/>
          <w:szCs w:val="24"/>
        </w:rPr>
        <w:t>Οδηγίες για τ</w:t>
      </w:r>
      <w:r>
        <w:rPr>
          <w:b/>
          <w:sz w:val="24"/>
          <w:szCs w:val="24"/>
        </w:rPr>
        <w:t>ις δραστηριότητες</w:t>
      </w:r>
    </w:p>
    <w:p w:rsidR="00AD1A4E" w:rsidRPr="004B1FFB" w:rsidRDefault="00AD1A4E" w:rsidP="00C972D5">
      <w:pPr>
        <w:tabs>
          <w:tab w:val="left" w:pos="9180"/>
        </w:tabs>
        <w:spacing w:after="0"/>
        <w:jc w:val="center"/>
        <w:rPr>
          <w:b/>
          <w:sz w:val="24"/>
          <w:szCs w:val="24"/>
        </w:rPr>
      </w:pPr>
    </w:p>
    <w:p w:rsidR="00AD1A4E" w:rsidRPr="000241E4" w:rsidRDefault="00AD1A4E" w:rsidP="006C6B47">
      <w:pPr>
        <w:tabs>
          <w:tab w:val="left" w:pos="9180"/>
        </w:tabs>
        <w:spacing w:after="120"/>
        <w:jc w:val="both"/>
        <w:rPr>
          <w:rFonts w:cs="Arial"/>
          <w:color w:val="0070C0"/>
        </w:rPr>
      </w:pPr>
      <w:r w:rsidRPr="000241E4">
        <w:rPr>
          <w:rFonts w:cs="Arial"/>
        </w:rPr>
        <w:t xml:space="preserve">Ανοίγουμε το λογισμικό </w:t>
      </w:r>
      <w:r w:rsidRPr="000241E4">
        <w:rPr>
          <w:rFonts w:cs="Arial"/>
          <w:color w:val="0070C0"/>
          <w:lang w:val="en-US"/>
        </w:rPr>
        <w:t>FunctionProbeGR</w:t>
      </w:r>
      <w:r w:rsidRPr="000241E4">
        <w:rPr>
          <w:rFonts w:cs="Arial"/>
          <w:color w:val="0070C0"/>
        </w:rPr>
        <w:t>.</w:t>
      </w:r>
      <w:r w:rsidRPr="000241E4">
        <w:rPr>
          <w:rFonts w:cs="Arial"/>
          <w:color w:val="0070C0"/>
          <w:lang w:val="en-US"/>
        </w:rPr>
        <w:t>exe</w:t>
      </w:r>
      <w:r w:rsidRPr="000241E4">
        <w:rPr>
          <w:rFonts w:cs="Arial"/>
          <w:color w:val="0070C0"/>
        </w:rPr>
        <w:t xml:space="preserve">. </w:t>
      </w:r>
    </w:p>
    <w:p w:rsidR="00AD1A4E" w:rsidRPr="000241E4" w:rsidRDefault="00AD1A4E" w:rsidP="006C6B47">
      <w:pPr>
        <w:tabs>
          <w:tab w:val="left" w:pos="9180"/>
        </w:tabs>
        <w:spacing w:after="120"/>
        <w:jc w:val="both"/>
        <w:rPr>
          <w:rFonts w:cs="Arial"/>
        </w:rPr>
      </w:pPr>
      <w:r w:rsidRPr="000241E4">
        <w:rPr>
          <w:rFonts w:cs="Arial"/>
        </w:rPr>
        <w:t>Επιλέγουμε από το μενού ενός παραθύρου «Αρχείο-Φόρτωση χώρου εργασίας». Για τη ΔΡΑΣΤΗΡΙΟΤΗΤΑ 1 ανοίγουμε το αρχείο «Kef</w:t>
      </w:r>
      <w:r w:rsidRPr="000241E4">
        <w:rPr>
          <w:rFonts w:cs="Arial"/>
          <w:lang w:val="en-US"/>
        </w:rPr>
        <w:t>a</w:t>
      </w:r>
      <w:r w:rsidRPr="000241E4">
        <w:rPr>
          <w:rFonts w:cs="Arial"/>
        </w:rPr>
        <w:t>5_1_drast</w:t>
      </w:r>
      <w:r w:rsidRPr="000241E4">
        <w:rPr>
          <w:rFonts w:cs="Arial"/>
          <w:lang w:val="fr-FR"/>
        </w:rPr>
        <w:t>i</w:t>
      </w:r>
      <w:r w:rsidRPr="000241E4">
        <w:rPr>
          <w:rFonts w:cs="Arial"/>
        </w:rPr>
        <w:t>riotita_1</w:t>
      </w:r>
      <w:r w:rsidRPr="000241E4">
        <w:rPr>
          <w:rFonts w:cs="Arial"/>
          <w:lang w:val="en-US"/>
        </w:rPr>
        <w:t>a</w:t>
      </w:r>
      <w:r w:rsidRPr="000241E4">
        <w:rPr>
          <w:rFonts w:cs="Arial"/>
        </w:rPr>
        <w:t>.</w:t>
      </w:r>
      <w:r w:rsidRPr="000241E4">
        <w:rPr>
          <w:rFonts w:cs="Arial"/>
          <w:lang w:val="en-US"/>
        </w:rPr>
        <w:t>prb</w:t>
      </w:r>
      <w:r w:rsidRPr="000241E4">
        <w:rPr>
          <w:rFonts w:cs="Arial"/>
        </w:rPr>
        <w:t>» και για τη ΔΡΑΣΤΗΡΙΟΤΗΤΑ 2 το αρχείο «Kef</w:t>
      </w:r>
      <w:r w:rsidRPr="000241E4">
        <w:rPr>
          <w:rFonts w:cs="Arial"/>
          <w:lang w:val="en-US"/>
        </w:rPr>
        <w:t>a</w:t>
      </w:r>
      <w:r w:rsidRPr="000241E4">
        <w:rPr>
          <w:rFonts w:cs="Arial"/>
        </w:rPr>
        <w:t>5_1_drast</w:t>
      </w:r>
      <w:r w:rsidRPr="000241E4">
        <w:rPr>
          <w:rFonts w:cs="Arial"/>
          <w:lang w:val="fr-FR"/>
        </w:rPr>
        <w:t>i</w:t>
      </w:r>
      <w:r w:rsidRPr="000241E4">
        <w:rPr>
          <w:rFonts w:cs="Arial"/>
        </w:rPr>
        <w:t>riotita_1</w:t>
      </w:r>
      <w:r w:rsidRPr="000241E4">
        <w:rPr>
          <w:rFonts w:cs="Arial"/>
          <w:lang w:val="en-US"/>
        </w:rPr>
        <w:t>b</w:t>
      </w:r>
      <w:r w:rsidRPr="000241E4">
        <w:rPr>
          <w:rFonts w:cs="Arial"/>
        </w:rPr>
        <w:t>.</w:t>
      </w:r>
      <w:r w:rsidRPr="000241E4">
        <w:rPr>
          <w:rFonts w:cs="Arial"/>
          <w:lang w:val="en-US"/>
        </w:rPr>
        <w:t>prb</w:t>
      </w:r>
      <w:r w:rsidRPr="000241E4">
        <w:rPr>
          <w:rFonts w:cs="Arial"/>
        </w:rPr>
        <w:t>».</w:t>
      </w:r>
    </w:p>
    <w:p w:rsidR="00AD1A4E" w:rsidRPr="000241E4" w:rsidRDefault="00AD1A4E" w:rsidP="006C6B47">
      <w:pPr>
        <w:tabs>
          <w:tab w:val="left" w:pos="9180"/>
        </w:tabs>
        <w:spacing w:after="120"/>
        <w:jc w:val="both"/>
        <w:rPr>
          <w:rFonts w:cs="Arial"/>
        </w:rPr>
      </w:pPr>
      <w:r w:rsidRPr="000241E4">
        <w:rPr>
          <w:rFonts w:cs="Arial"/>
        </w:rPr>
        <w:t xml:space="preserve">Οι δραστηριότητες θα γίνουν στο παράθυρο Αριθμομηχανή. </w:t>
      </w:r>
    </w:p>
    <w:p w:rsidR="00AD1A4E" w:rsidRDefault="00AD1A4E" w:rsidP="006C6B47">
      <w:pPr>
        <w:tabs>
          <w:tab w:val="left" w:pos="9180"/>
        </w:tabs>
        <w:spacing w:after="120"/>
        <w:jc w:val="both"/>
        <w:rPr>
          <w:rFonts w:cs="Arial"/>
          <w:b/>
          <w:sz w:val="24"/>
          <w:szCs w:val="24"/>
        </w:rPr>
      </w:pPr>
      <w:r w:rsidRPr="000241E4">
        <w:rPr>
          <w:rFonts w:cs="Arial"/>
          <w:b/>
          <w:sz w:val="24"/>
          <w:szCs w:val="24"/>
        </w:rPr>
        <w:t xml:space="preserve">Ο τρόπος με τον οποίο γίνονται οι υπολογισμοί στην Αριθμομηχανή </w:t>
      </w:r>
    </w:p>
    <w:p w:rsidR="00AD1A4E" w:rsidRDefault="00AD1A4E" w:rsidP="006C6B47">
      <w:pPr>
        <w:tabs>
          <w:tab w:val="left" w:pos="9180"/>
        </w:tabs>
        <w:spacing w:after="120"/>
        <w:jc w:val="both"/>
        <w:rPr>
          <w:rFonts w:cs="Arial"/>
          <w:b/>
        </w:rPr>
      </w:pPr>
      <w:r>
        <w:rPr>
          <w:rFonts w:cs="Arial"/>
          <w:b/>
        </w:rPr>
        <w:t xml:space="preserve">Οι αριθμοί εισάγονται από το πληκτρολόγιο ή πατώντας με το δείκτη τα κουμπιά στο πληκτρολόγιο της οθόνης. </w:t>
      </w:r>
    </w:p>
    <w:p w:rsidR="00AD1A4E" w:rsidRDefault="00AD1A4E" w:rsidP="006C6B47">
      <w:pPr>
        <w:tabs>
          <w:tab w:val="left" w:pos="9180"/>
        </w:tabs>
        <w:spacing w:after="120"/>
        <w:jc w:val="both"/>
        <w:rPr>
          <w:rFonts w:cs="Arial"/>
          <w:b/>
        </w:rPr>
      </w:pPr>
      <w:r>
        <w:rPr>
          <w:rFonts w:cs="Arial"/>
          <w:b/>
        </w:rPr>
        <w:t xml:space="preserve">Για να ξεκινήσετε υπολογισμούς, κάντε κλικ στα αντίστοιχα κουμπιά των πράξεων στο πληκτρολόγιο της οθόνης ή χρησιμοποιείστε τα πλήκτρα του πληκτρολογίου : +, -, *, /. </w:t>
      </w:r>
    </w:p>
    <w:p w:rsidR="00AD1A4E" w:rsidRDefault="00AD1A4E" w:rsidP="006C6B47">
      <w:pPr>
        <w:tabs>
          <w:tab w:val="left" w:pos="9180"/>
        </w:tabs>
        <w:spacing w:after="120"/>
        <w:jc w:val="both"/>
        <w:rPr>
          <w:rFonts w:cs="Arial"/>
          <w:b/>
        </w:rPr>
      </w:pPr>
      <w:r>
        <w:rPr>
          <w:rFonts w:cs="Arial"/>
          <w:b/>
        </w:rPr>
        <w:t>Για να βρείτε το αποτέλεσμα σε έναν υπολογισμό κάντε κλικ στο κουμπί του ίσον (=) ή πατήστε το πλήκτρο ‘</w:t>
      </w:r>
      <w:r>
        <w:rPr>
          <w:rFonts w:cs="Arial"/>
          <w:b/>
          <w:lang w:val="en-US"/>
        </w:rPr>
        <w:t>Enter</w:t>
      </w:r>
      <w:r w:rsidRPr="000241E4">
        <w:rPr>
          <w:rFonts w:cs="Arial"/>
          <w:b/>
        </w:rPr>
        <w:t>’</w:t>
      </w:r>
      <w:r>
        <w:rPr>
          <w:rFonts w:cs="Arial"/>
          <w:b/>
        </w:rPr>
        <w:t>.</w:t>
      </w:r>
    </w:p>
    <w:p w:rsidR="00AD1A4E" w:rsidRDefault="00AD1A4E" w:rsidP="006C6B47">
      <w:pPr>
        <w:tabs>
          <w:tab w:val="left" w:pos="9180"/>
        </w:tabs>
        <w:spacing w:after="120"/>
        <w:jc w:val="both"/>
        <w:rPr>
          <w:rFonts w:cs="Arial"/>
          <w:b/>
        </w:rPr>
      </w:pPr>
      <w:r>
        <w:rPr>
          <w:rFonts w:cs="Arial"/>
          <w:b/>
        </w:rPr>
        <w:t>Υπάρχουν δύο τρόποι για να ξεκινήσετε ένα νέο υπολογισμό:</w:t>
      </w:r>
    </w:p>
    <w:p w:rsidR="00AD1A4E" w:rsidRDefault="00AD1A4E" w:rsidP="005C5509">
      <w:pPr>
        <w:numPr>
          <w:ilvl w:val="0"/>
          <w:numId w:val="1"/>
        </w:numPr>
        <w:tabs>
          <w:tab w:val="left" w:pos="9180"/>
        </w:tabs>
        <w:spacing w:after="120"/>
        <w:jc w:val="both"/>
        <w:rPr>
          <w:sz w:val="24"/>
          <w:szCs w:val="24"/>
        </w:rPr>
      </w:pPr>
      <w:r>
        <w:rPr>
          <w:rFonts w:cs="Arial"/>
          <w:b/>
        </w:rPr>
        <w:t>Πατώντας το πλήκτρο  ‘</w:t>
      </w:r>
      <w:r>
        <w:rPr>
          <w:rFonts w:cs="Arial"/>
          <w:b/>
          <w:lang w:val="en-US"/>
        </w:rPr>
        <w:t>Enter</w:t>
      </w:r>
      <w:r w:rsidRPr="000241E4">
        <w:rPr>
          <w:rFonts w:cs="Arial"/>
          <w:b/>
        </w:rPr>
        <w:t>’</w:t>
      </w:r>
      <w:r>
        <w:rPr>
          <w:rFonts w:cs="Arial"/>
          <w:b/>
        </w:rPr>
        <w:t xml:space="preserve"> θα εμφανιστεί το αποτέλεσμα του τρέχοντος υπολογισμού και θα ξεκινήσει ο καινούριος έχοντας ως αρχική αυτή την ίδια τιμή. Παρατηρείστε ότι πλήκτρο  ‘</w:t>
      </w:r>
      <w:r>
        <w:rPr>
          <w:rFonts w:cs="Arial"/>
          <w:b/>
          <w:lang w:val="en-US"/>
        </w:rPr>
        <w:t>Enter</w:t>
      </w:r>
      <w:r w:rsidRPr="000241E4">
        <w:rPr>
          <w:rFonts w:cs="Arial"/>
          <w:b/>
        </w:rPr>
        <w:t>’</w:t>
      </w:r>
      <w:r>
        <w:rPr>
          <w:rFonts w:cs="Arial"/>
          <w:b/>
        </w:rPr>
        <w:t xml:space="preserve"> δε καθαρίζει το </w:t>
      </w:r>
      <w:r>
        <w:rPr>
          <w:sz w:val="24"/>
          <w:szCs w:val="24"/>
        </w:rPr>
        <w:t xml:space="preserve">πλαίσιο αποτελεσμάτων (πάνω ακριβώς από το πληκτρολόγιο) ούτε σβήνει κάποιον από τους αριθμούς που έχουν πληκτρολογηθεί. </w:t>
      </w:r>
    </w:p>
    <w:p w:rsidR="00AD1A4E" w:rsidRDefault="00AD1A4E" w:rsidP="005C5509">
      <w:pPr>
        <w:numPr>
          <w:ilvl w:val="0"/>
          <w:numId w:val="1"/>
        </w:numPr>
        <w:tabs>
          <w:tab w:val="left" w:pos="9180"/>
        </w:tabs>
        <w:spacing w:after="120"/>
        <w:jc w:val="both"/>
        <w:rPr>
          <w:rFonts w:cs="Arial"/>
          <w:b/>
        </w:rPr>
      </w:pPr>
      <w:r>
        <w:rPr>
          <w:rFonts w:cs="Arial"/>
          <w:b/>
        </w:rPr>
        <w:t>Εισάγοντας έναν αριθμό μετά από ένα σημείο ‘ίσον’ ο τρέχων υπολογισμός ολοκληρώνεται. Ο αριθμός που εισαγάγατε θα γίνει η αρχή ενός νέου υπολογισμού στην ίδια γραμμή. Πρέπει να πατήστε το ίσον ‘=’ και το πλήκτρο ‘</w:t>
      </w:r>
      <w:r>
        <w:rPr>
          <w:rFonts w:cs="Arial"/>
          <w:b/>
          <w:lang w:val="en-US"/>
        </w:rPr>
        <w:t>Enter</w:t>
      </w:r>
      <w:r w:rsidRPr="000241E4">
        <w:rPr>
          <w:rFonts w:cs="Arial"/>
          <w:b/>
        </w:rPr>
        <w:t>’</w:t>
      </w:r>
      <w:r>
        <w:rPr>
          <w:rFonts w:cs="Arial"/>
          <w:b/>
        </w:rPr>
        <w:t xml:space="preserve"> για να ξεκινήσετε ένα τελείως καινούριο υπολογισμό. </w:t>
      </w:r>
    </w:p>
    <w:p w:rsidR="00AD1A4E" w:rsidRDefault="00AD1A4E" w:rsidP="00EF1356">
      <w:pPr>
        <w:tabs>
          <w:tab w:val="left" w:pos="9180"/>
        </w:tabs>
        <w:spacing w:after="120"/>
        <w:jc w:val="both"/>
        <w:rPr>
          <w:rFonts w:cs="Arial"/>
          <w:b/>
          <w:sz w:val="24"/>
          <w:szCs w:val="24"/>
        </w:rPr>
      </w:pPr>
      <w:r w:rsidRPr="00722C96">
        <w:rPr>
          <w:rFonts w:cs="Arial"/>
          <w:sz w:val="24"/>
          <w:szCs w:val="24"/>
        </w:rPr>
        <w:t>Όταν στο πλαίσιο αποτελεσμάτων εμφανίζεται το αποτέλεσμα του πιο πρόσφατου υπολογισμού, η εισαγωγή οποιουδήποτε σημείου πρ</w:t>
      </w:r>
      <w:r>
        <w:rPr>
          <w:rFonts w:cs="Arial"/>
          <w:sz w:val="24"/>
          <w:szCs w:val="24"/>
        </w:rPr>
        <w:t xml:space="preserve">άξης θα προκαλέσει έναρξη ενός νέου υπολογισμού, ο οποίος θα έχει ως αρχική τιμή το αποτέλεσμα του προηγούμενου. </w:t>
      </w:r>
    </w:p>
    <w:p w:rsidR="00AD1A4E" w:rsidRPr="00EF1356" w:rsidRDefault="00AD1A4E" w:rsidP="00EF1356">
      <w:pPr>
        <w:tabs>
          <w:tab w:val="left" w:pos="9180"/>
        </w:tabs>
        <w:spacing w:after="120"/>
        <w:jc w:val="both"/>
        <w:rPr>
          <w:rFonts w:cs="Arial"/>
          <w:b/>
          <w:sz w:val="24"/>
          <w:szCs w:val="24"/>
        </w:rPr>
      </w:pPr>
      <w:r>
        <w:rPr>
          <w:rFonts w:cs="Arial"/>
          <w:b/>
          <w:sz w:val="24"/>
          <w:szCs w:val="24"/>
        </w:rPr>
        <w:t xml:space="preserve">Διαγραφή </w:t>
      </w:r>
      <w:r w:rsidRPr="00EF1356">
        <w:rPr>
          <w:rFonts w:cs="Arial"/>
          <w:b/>
          <w:sz w:val="24"/>
          <w:szCs w:val="24"/>
        </w:rPr>
        <w:t xml:space="preserve">τιμών </w:t>
      </w:r>
      <w:r>
        <w:rPr>
          <w:rFonts w:cs="Arial"/>
          <w:b/>
          <w:sz w:val="24"/>
          <w:szCs w:val="24"/>
        </w:rPr>
        <w:t xml:space="preserve">και υπολογισμών </w:t>
      </w:r>
    </w:p>
    <w:p w:rsidR="00AD1A4E" w:rsidRDefault="00AD1A4E" w:rsidP="00EF1356">
      <w:pPr>
        <w:tabs>
          <w:tab w:val="left" w:pos="9180"/>
        </w:tabs>
        <w:spacing w:after="120"/>
        <w:jc w:val="both"/>
        <w:rPr>
          <w:rFonts w:cs="Arial"/>
          <w:b/>
        </w:rPr>
      </w:pPr>
      <w:r>
        <w:rPr>
          <w:rFonts w:cs="Arial"/>
          <w:b/>
        </w:rPr>
        <w:t>Για να σβήσετε μια τιμή αμέσως μόλις την εισαγάγατε, μπορείτε να πατήσετε το πλήκτρο ‘</w:t>
      </w:r>
      <w:r>
        <w:rPr>
          <w:rFonts w:cs="Arial"/>
          <w:b/>
          <w:lang w:val="en-US"/>
        </w:rPr>
        <w:t>CE</w:t>
      </w:r>
      <w:r w:rsidRPr="00EF1356">
        <w:rPr>
          <w:rFonts w:cs="Arial"/>
          <w:b/>
        </w:rPr>
        <w:t>’</w:t>
      </w:r>
      <w:r>
        <w:rPr>
          <w:rFonts w:cs="Arial"/>
          <w:b/>
        </w:rPr>
        <w:t xml:space="preserve"> και στη συνέχεια να εισάγετε νέο αριθμό. Όταν σβήνετε μια αριθμητική τιμή ο υπόλοιπος τύπος μένει ανέπαφος. </w:t>
      </w:r>
    </w:p>
    <w:p w:rsidR="00AD1A4E" w:rsidRPr="00EF1356" w:rsidRDefault="00AD1A4E" w:rsidP="00EF1356">
      <w:pPr>
        <w:tabs>
          <w:tab w:val="left" w:pos="9180"/>
        </w:tabs>
        <w:spacing w:after="120"/>
        <w:jc w:val="both"/>
        <w:rPr>
          <w:rFonts w:cs="Arial"/>
          <w:b/>
        </w:rPr>
      </w:pPr>
      <w:r>
        <w:rPr>
          <w:rFonts w:cs="Arial"/>
          <w:b/>
        </w:rPr>
        <w:t xml:space="preserve">Για να διαγράψετε έναν υπολογισμό αμέσως μόλις τον εισαγάγατε, μπορείτε να πατήσετε το κουμπί </w:t>
      </w:r>
      <w:r w:rsidRPr="00EF1356">
        <w:rPr>
          <w:rFonts w:cs="Arial"/>
          <w:b/>
        </w:rPr>
        <w:t>‘</w:t>
      </w:r>
      <w:r>
        <w:rPr>
          <w:rFonts w:cs="Arial"/>
          <w:b/>
          <w:lang w:val="en-US"/>
        </w:rPr>
        <w:t>crl</w:t>
      </w:r>
      <w:r w:rsidRPr="00EF1356">
        <w:rPr>
          <w:rFonts w:cs="Arial"/>
          <w:b/>
        </w:rPr>
        <w:t xml:space="preserve">’ </w:t>
      </w:r>
      <w:r>
        <w:rPr>
          <w:rFonts w:cs="Arial"/>
          <w:b/>
        </w:rPr>
        <w:t xml:space="preserve">στο πληκτρολόγιο. Αμέσως, ολόκληρη η σειρά θα διαγραφεί. Προσοχή, όμως διότι δεν μπορείτε να διαγράψετε προηγούμενες σειρές υπολογισμών.  </w:t>
      </w:r>
    </w:p>
    <w:p w:rsidR="00AD1A4E" w:rsidRPr="00EF1356" w:rsidRDefault="00AD1A4E" w:rsidP="00EF1356">
      <w:pPr>
        <w:tabs>
          <w:tab w:val="left" w:pos="9180"/>
        </w:tabs>
        <w:spacing w:after="120"/>
        <w:jc w:val="both"/>
        <w:rPr>
          <w:rFonts w:cs="Arial"/>
          <w:b/>
          <w:sz w:val="24"/>
          <w:szCs w:val="24"/>
        </w:rPr>
      </w:pPr>
      <w:r>
        <w:rPr>
          <w:rFonts w:cs="Arial"/>
          <w:b/>
          <w:sz w:val="24"/>
          <w:szCs w:val="24"/>
        </w:rPr>
        <w:t xml:space="preserve">Νέα κουμπιά </w:t>
      </w:r>
    </w:p>
    <w:p w:rsidR="00AD1A4E" w:rsidRDefault="00AD1A4E" w:rsidP="009C7958">
      <w:pPr>
        <w:tabs>
          <w:tab w:val="left" w:pos="9180"/>
        </w:tabs>
        <w:spacing w:after="120"/>
        <w:jc w:val="both"/>
        <w:rPr>
          <w:rFonts w:cs="Arial"/>
          <w:sz w:val="24"/>
          <w:szCs w:val="24"/>
        </w:rPr>
      </w:pPr>
      <w:r>
        <w:rPr>
          <w:rFonts w:cs="Arial"/>
          <w:sz w:val="24"/>
          <w:szCs w:val="24"/>
        </w:rPr>
        <w:t>Στην α</w:t>
      </w:r>
      <w:r w:rsidRPr="004B1FFB">
        <w:rPr>
          <w:rFonts w:cs="Arial"/>
          <w:sz w:val="24"/>
          <w:szCs w:val="24"/>
        </w:rPr>
        <w:t>ριθμομηχανή</w:t>
      </w:r>
      <w:r>
        <w:rPr>
          <w:rFonts w:cs="Arial"/>
          <w:sz w:val="24"/>
          <w:szCs w:val="24"/>
        </w:rPr>
        <w:t xml:space="preserve"> του </w:t>
      </w:r>
      <w:r>
        <w:rPr>
          <w:rFonts w:cs="Arial"/>
          <w:sz w:val="24"/>
          <w:szCs w:val="24"/>
          <w:lang w:val="en-US"/>
        </w:rPr>
        <w:t>FP</w:t>
      </w:r>
      <w:r w:rsidRPr="004B1FFB">
        <w:rPr>
          <w:rFonts w:cs="Arial"/>
          <w:sz w:val="24"/>
          <w:szCs w:val="24"/>
        </w:rPr>
        <w:t xml:space="preserve"> </w:t>
      </w:r>
      <w:r>
        <w:rPr>
          <w:rFonts w:cs="Arial"/>
          <w:sz w:val="24"/>
          <w:szCs w:val="24"/>
        </w:rPr>
        <w:t xml:space="preserve">ο </w:t>
      </w:r>
      <w:r w:rsidRPr="004B1FFB">
        <w:rPr>
          <w:rFonts w:cs="Arial"/>
          <w:sz w:val="24"/>
          <w:szCs w:val="24"/>
        </w:rPr>
        <w:t xml:space="preserve">χρήστης μπορεί να φτιάξει ο ίδιος κουμπιά για να κάνει γρηγορότερα υπολογισμούς. </w:t>
      </w:r>
    </w:p>
    <w:p w:rsidR="00AD1A4E" w:rsidRDefault="00AD1A4E" w:rsidP="005659D0">
      <w:pPr>
        <w:tabs>
          <w:tab w:val="left" w:pos="9180"/>
        </w:tabs>
        <w:spacing w:after="120"/>
        <w:jc w:val="both"/>
        <w:rPr>
          <w:rFonts w:cs="Arial"/>
          <w:sz w:val="24"/>
          <w:szCs w:val="24"/>
        </w:rPr>
      </w:pPr>
      <w:r>
        <w:rPr>
          <w:rFonts w:cs="Arial"/>
          <w:sz w:val="24"/>
          <w:szCs w:val="24"/>
        </w:rPr>
        <w:t xml:space="preserve">Στη </w:t>
      </w:r>
      <w:r w:rsidRPr="00722C96">
        <w:rPr>
          <w:rFonts w:cs="Arial"/>
          <w:sz w:val="24"/>
          <w:szCs w:val="24"/>
        </w:rPr>
        <w:t>ΔΡΑΣΤΗΡΙΟΤΗΤΑ 1 έχουν κατασκευαστεί τέσσερα</w:t>
      </w:r>
      <w:r>
        <w:rPr>
          <w:rFonts w:cs="Arial"/>
          <w:sz w:val="24"/>
          <w:szCs w:val="24"/>
        </w:rPr>
        <w:t xml:space="preserve"> κουμπιά. Για παράδειγμα, το κουμπί </w:t>
      </w:r>
      <w:r w:rsidRPr="00B23C9B">
        <w:rPr>
          <w:sz w:val="24"/>
          <w:szCs w:val="24"/>
        </w:rPr>
        <w:t>«</w:t>
      </w:r>
      <w:r w:rsidRPr="00B23C9B">
        <w:rPr>
          <w:sz w:val="24"/>
          <w:szCs w:val="24"/>
          <w:lang w:val="fr-FR"/>
        </w:rPr>
        <w:t>x</w:t>
      </w:r>
      <w:r w:rsidRPr="00B23C9B">
        <w:rPr>
          <w:sz w:val="24"/>
          <w:szCs w:val="24"/>
        </w:rPr>
        <w:t xml:space="preserve">%» υπολογίζει το ποσό της έκπτωσης </w:t>
      </w:r>
      <w:r>
        <w:rPr>
          <w:sz w:val="24"/>
          <w:szCs w:val="24"/>
        </w:rPr>
        <w:t xml:space="preserve">για ένα συγκεκριμένο ποσοστό έκπτωσης </w:t>
      </w:r>
      <w:r w:rsidRPr="00B23C9B">
        <w:rPr>
          <w:sz w:val="24"/>
          <w:szCs w:val="24"/>
        </w:rPr>
        <w:t>που κάνει το κατάστημα</w:t>
      </w:r>
      <w:r w:rsidRPr="00B23C9B">
        <w:rPr>
          <w:rFonts w:cs="Arial"/>
          <w:sz w:val="24"/>
          <w:szCs w:val="24"/>
        </w:rPr>
        <w:t>.</w:t>
      </w:r>
      <w:r>
        <w:rPr>
          <w:rFonts w:cs="Arial"/>
          <w:sz w:val="24"/>
          <w:szCs w:val="24"/>
        </w:rPr>
        <w:t xml:space="preserve"> </w:t>
      </w:r>
    </w:p>
    <w:p w:rsidR="00AD1A4E" w:rsidRDefault="00AD1A4E" w:rsidP="005659D0">
      <w:pPr>
        <w:tabs>
          <w:tab w:val="left" w:pos="9180"/>
        </w:tabs>
        <w:spacing w:after="120"/>
        <w:jc w:val="both"/>
        <w:rPr>
          <w:sz w:val="24"/>
          <w:szCs w:val="24"/>
        </w:rPr>
      </w:pPr>
      <w:r>
        <w:rPr>
          <w:rFonts w:cs="Arial"/>
          <w:sz w:val="24"/>
          <w:szCs w:val="24"/>
        </w:rPr>
        <w:t xml:space="preserve">Πληκτρολογούμε ένα ποσό, π.χ. 120. Αν πατήσουμε στη συνέχεια το κουμπί </w:t>
      </w:r>
      <w:r w:rsidRPr="00B23C9B">
        <w:rPr>
          <w:sz w:val="24"/>
          <w:szCs w:val="24"/>
        </w:rPr>
        <w:t>«</w:t>
      </w:r>
      <w:r w:rsidRPr="00B23C9B">
        <w:rPr>
          <w:sz w:val="24"/>
          <w:szCs w:val="24"/>
          <w:lang w:val="fr-FR"/>
        </w:rPr>
        <w:t>x</w:t>
      </w:r>
      <w:r w:rsidRPr="00B23C9B">
        <w:rPr>
          <w:sz w:val="24"/>
          <w:szCs w:val="24"/>
        </w:rPr>
        <w:t>%»</w:t>
      </w:r>
      <w:r>
        <w:rPr>
          <w:sz w:val="24"/>
          <w:szCs w:val="24"/>
        </w:rPr>
        <w:t xml:space="preserve"> στο πλαίσιο αποτελεσμάτων της αριθμομηχανής (πάνω ακριβώς από το πληκτρολόγιο) εμφανίζεται το ποσό της έκπτωσης για αρχική τιμή 120 ευρώ. Το ποσό αυτό έχει υπολογιστεί με βάση το ποσοστό που κρύβει το συγκεκριμένο κουμπί. Μπορείς με δοκιμές κι άλλων αριθμών να βρεις το «κρυμμένο» ποσοστό; </w:t>
      </w:r>
    </w:p>
    <w:p w:rsidR="00AD1A4E" w:rsidRPr="005D4B3F" w:rsidRDefault="00AD1A4E" w:rsidP="00722C96">
      <w:pPr>
        <w:tabs>
          <w:tab w:val="left" w:pos="9180"/>
        </w:tabs>
        <w:spacing w:after="120"/>
        <w:jc w:val="both"/>
        <w:rPr>
          <w:rFonts w:cs="Arial"/>
          <w:b/>
          <w:sz w:val="24"/>
          <w:szCs w:val="24"/>
        </w:rPr>
      </w:pPr>
      <w:r>
        <w:rPr>
          <w:sz w:val="24"/>
          <w:szCs w:val="24"/>
        </w:rPr>
        <w:t xml:space="preserve">Παρατήρηση: Πριν από κάθε νέο υπολογισμό με το κουμπί πατάμε </w:t>
      </w:r>
      <w:r w:rsidRPr="00722C96">
        <w:rPr>
          <w:sz w:val="24"/>
          <w:szCs w:val="24"/>
        </w:rPr>
        <w:t>‘</w:t>
      </w:r>
      <w:r>
        <w:rPr>
          <w:sz w:val="24"/>
          <w:szCs w:val="24"/>
          <w:lang w:val="en-US"/>
        </w:rPr>
        <w:t>Enter</w:t>
      </w:r>
      <w:r w:rsidRPr="00722C96">
        <w:rPr>
          <w:sz w:val="24"/>
          <w:szCs w:val="24"/>
        </w:rPr>
        <w:t xml:space="preserve">’. </w:t>
      </w:r>
      <w:r w:rsidRPr="00722C96">
        <w:rPr>
          <w:rFonts w:cs="Arial"/>
          <w:sz w:val="24"/>
          <w:szCs w:val="24"/>
        </w:rPr>
        <w:t xml:space="preserve">Όταν στο πλαίσιο αποτελεσμάτων εμφανίζεται το αποτέλεσμα του πιο πρόσφατου υπολογισμού, </w:t>
      </w:r>
      <w:r>
        <w:rPr>
          <w:rFonts w:cs="Arial"/>
          <w:sz w:val="24"/>
          <w:szCs w:val="24"/>
        </w:rPr>
        <w:t xml:space="preserve">το πάτημα ενός κουμπιού που έχει φτιάξει ο χρήστης θα προκαλέσει έναρξη ενός νέου υπολογισμού, ο οποίος θα έχει ως αρχική τιμή το αποτέλεσμα του προηγούμενου. Για παράδειγμα, ας πούμε ότι έχετε πληκτρολογήσει το ποσό 120 και μετά το κουμπί </w:t>
      </w:r>
      <w:r w:rsidRPr="00B23C9B">
        <w:rPr>
          <w:sz w:val="24"/>
          <w:szCs w:val="24"/>
        </w:rPr>
        <w:t>«</w:t>
      </w:r>
      <w:r w:rsidRPr="00B23C9B">
        <w:rPr>
          <w:sz w:val="24"/>
          <w:szCs w:val="24"/>
          <w:lang w:val="fr-FR"/>
        </w:rPr>
        <w:t>x</w:t>
      </w:r>
      <w:r w:rsidRPr="00B23C9B">
        <w:rPr>
          <w:sz w:val="24"/>
          <w:szCs w:val="24"/>
        </w:rPr>
        <w:t>%»</w:t>
      </w:r>
      <w:r>
        <w:rPr>
          <w:sz w:val="24"/>
          <w:szCs w:val="24"/>
        </w:rPr>
        <w:t xml:space="preserve">. Στο πλαίσιο αποτελεσμάτων εμφανίζεται αποτέλεσμα 18. Αν πατήσετε στη συνέχεια πάλι το κουμπί </w:t>
      </w:r>
      <w:r w:rsidRPr="00B23C9B">
        <w:rPr>
          <w:sz w:val="24"/>
          <w:szCs w:val="24"/>
        </w:rPr>
        <w:t>«</w:t>
      </w:r>
      <w:r w:rsidRPr="00B23C9B">
        <w:rPr>
          <w:sz w:val="24"/>
          <w:szCs w:val="24"/>
          <w:lang w:val="fr-FR"/>
        </w:rPr>
        <w:t>x</w:t>
      </w:r>
      <w:r w:rsidRPr="00B23C9B">
        <w:rPr>
          <w:sz w:val="24"/>
          <w:szCs w:val="24"/>
        </w:rPr>
        <w:t>%»</w:t>
      </w:r>
      <w:r>
        <w:rPr>
          <w:sz w:val="24"/>
          <w:szCs w:val="24"/>
        </w:rPr>
        <w:t xml:space="preserve"> (χωρίς ‘</w:t>
      </w:r>
      <w:r>
        <w:rPr>
          <w:sz w:val="24"/>
          <w:szCs w:val="24"/>
          <w:lang w:val="en-US"/>
        </w:rPr>
        <w:t>Enter</w:t>
      </w:r>
      <w:r w:rsidRPr="005D4B3F">
        <w:rPr>
          <w:sz w:val="24"/>
          <w:szCs w:val="24"/>
        </w:rPr>
        <w:t xml:space="preserve">’) </w:t>
      </w:r>
      <w:r>
        <w:rPr>
          <w:sz w:val="24"/>
          <w:szCs w:val="24"/>
        </w:rPr>
        <w:t xml:space="preserve">η αριθμομηχανή θα υπολογίσει την έκπτωση για αρχική τιμή 18.  </w:t>
      </w:r>
    </w:p>
    <w:p w:rsidR="00AD1A4E" w:rsidRDefault="00AD1A4E" w:rsidP="005659D0">
      <w:pPr>
        <w:tabs>
          <w:tab w:val="left" w:pos="9180"/>
        </w:tabs>
        <w:spacing w:after="120"/>
        <w:jc w:val="both"/>
        <w:rPr>
          <w:sz w:val="24"/>
          <w:szCs w:val="24"/>
        </w:rPr>
      </w:pPr>
    </w:p>
    <w:p w:rsidR="00AD1A4E" w:rsidRPr="00B443F4" w:rsidRDefault="00AD1A4E" w:rsidP="005659D0">
      <w:pPr>
        <w:tabs>
          <w:tab w:val="left" w:pos="9180"/>
        </w:tabs>
        <w:spacing w:after="120"/>
        <w:jc w:val="both"/>
        <w:rPr>
          <w:b/>
          <w:sz w:val="24"/>
        </w:rPr>
      </w:pPr>
    </w:p>
    <w:sectPr w:rsidR="00AD1A4E" w:rsidRPr="00B443F4" w:rsidSect="000972C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0A2C4E"/>
    <w:multiLevelType w:val="hybridMultilevel"/>
    <w:tmpl w:val="CC80EB1E"/>
    <w:lvl w:ilvl="0" w:tplc="A7446478">
      <w:start w:val="1"/>
      <w:numFmt w:val="decimal"/>
      <w:lvlText w:val="%1."/>
      <w:lvlJc w:val="left"/>
      <w:pPr>
        <w:tabs>
          <w:tab w:val="num" w:pos="720"/>
        </w:tabs>
        <w:ind w:left="720" w:hanging="360"/>
      </w:pPr>
      <w:rPr>
        <w:rFonts w:cs="Arial" w:hint="default"/>
        <w:b/>
        <w:sz w:val="22"/>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292F"/>
    <w:rsid w:val="00000CAA"/>
    <w:rsid w:val="00000D17"/>
    <w:rsid w:val="00001376"/>
    <w:rsid w:val="0000412D"/>
    <w:rsid w:val="00004F9D"/>
    <w:rsid w:val="00006F8C"/>
    <w:rsid w:val="0000782F"/>
    <w:rsid w:val="00011668"/>
    <w:rsid w:val="00011E26"/>
    <w:rsid w:val="00012906"/>
    <w:rsid w:val="00012B27"/>
    <w:rsid w:val="00013227"/>
    <w:rsid w:val="00013DCA"/>
    <w:rsid w:val="00014369"/>
    <w:rsid w:val="000148BA"/>
    <w:rsid w:val="00014CC5"/>
    <w:rsid w:val="000154AB"/>
    <w:rsid w:val="000160DE"/>
    <w:rsid w:val="0001660F"/>
    <w:rsid w:val="00017603"/>
    <w:rsid w:val="00020454"/>
    <w:rsid w:val="00020E66"/>
    <w:rsid w:val="00021C75"/>
    <w:rsid w:val="000222AD"/>
    <w:rsid w:val="00022CAA"/>
    <w:rsid w:val="00023972"/>
    <w:rsid w:val="00023EFE"/>
    <w:rsid w:val="000241E4"/>
    <w:rsid w:val="0002444D"/>
    <w:rsid w:val="00024893"/>
    <w:rsid w:val="00024ACF"/>
    <w:rsid w:val="00025503"/>
    <w:rsid w:val="0002648F"/>
    <w:rsid w:val="00026507"/>
    <w:rsid w:val="000266B7"/>
    <w:rsid w:val="00026AD7"/>
    <w:rsid w:val="00030796"/>
    <w:rsid w:val="00031C9D"/>
    <w:rsid w:val="00032545"/>
    <w:rsid w:val="000328D7"/>
    <w:rsid w:val="00032A76"/>
    <w:rsid w:val="00033155"/>
    <w:rsid w:val="00034539"/>
    <w:rsid w:val="0003456A"/>
    <w:rsid w:val="00034E20"/>
    <w:rsid w:val="0003548F"/>
    <w:rsid w:val="0003613E"/>
    <w:rsid w:val="000364A6"/>
    <w:rsid w:val="00037AAA"/>
    <w:rsid w:val="00037BCB"/>
    <w:rsid w:val="00041054"/>
    <w:rsid w:val="00041554"/>
    <w:rsid w:val="00041BA0"/>
    <w:rsid w:val="00041E9C"/>
    <w:rsid w:val="000420D9"/>
    <w:rsid w:val="00043271"/>
    <w:rsid w:val="00043369"/>
    <w:rsid w:val="000433B2"/>
    <w:rsid w:val="00043A80"/>
    <w:rsid w:val="00044304"/>
    <w:rsid w:val="00045115"/>
    <w:rsid w:val="00045A22"/>
    <w:rsid w:val="00045F24"/>
    <w:rsid w:val="000470A4"/>
    <w:rsid w:val="00047A52"/>
    <w:rsid w:val="00047FE4"/>
    <w:rsid w:val="0005048C"/>
    <w:rsid w:val="00050FBC"/>
    <w:rsid w:val="0005223E"/>
    <w:rsid w:val="000522EE"/>
    <w:rsid w:val="00054C87"/>
    <w:rsid w:val="00055E42"/>
    <w:rsid w:val="00055FE6"/>
    <w:rsid w:val="000561E5"/>
    <w:rsid w:val="000562CD"/>
    <w:rsid w:val="000562DC"/>
    <w:rsid w:val="000566A4"/>
    <w:rsid w:val="00056BFA"/>
    <w:rsid w:val="000574A6"/>
    <w:rsid w:val="000608D6"/>
    <w:rsid w:val="00061C08"/>
    <w:rsid w:val="000620E2"/>
    <w:rsid w:val="00062699"/>
    <w:rsid w:val="000626B0"/>
    <w:rsid w:val="00064695"/>
    <w:rsid w:val="00065023"/>
    <w:rsid w:val="00065362"/>
    <w:rsid w:val="000656D1"/>
    <w:rsid w:val="000657F2"/>
    <w:rsid w:val="00065A8D"/>
    <w:rsid w:val="00066A62"/>
    <w:rsid w:val="00066C94"/>
    <w:rsid w:val="00067221"/>
    <w:rsid w:val="00067582"/>
    <w:rsid w:val="00067673"/>
    <w:rsid w:val="00070044"/>
    <w:rsid w:val="0007088F"/>
    <w:rsid w:val="00071F2C"/>
    <w:rsid w:val="00072A06"/>
    <w:rsid w:val="00072A40"/>
    <w:rsid w:val="00072B2E"/>
    <w:rsid w:val="00073670"/>
    <w:rsid w:val="000742C9"/>
    <w:rsid w:val="00074C92"/>
    <w:rsid w:val="00074E69"/>
    <w:rsid w:val="0007516D"/>
    <w:rsid w:val="000761D1"/>
    <w:rsid w:val="00076278"/>
    <w:rsid w:val="0007713B"/>
    <w:rsid w:val="000771A7"/>
    <w:rsid w:val="0007745E"/>
    <w:rsid w:val="00077F1A"/>
    <w:rsid w:val="000801D6"/>
    <w:rsid w:val="000804D2"/>
    <w:rsid w:val="000805D0"/>
    <w:rsid w:val="00080750"/>
    <w:rsid w:val="000807A1"/>
    <w:rsid w:val="000824B0"/>
    <w:rsid w:val="00082F66"/>
    <w:rsid w:val="000832EA"/>
    <w:rsid w:val="000845C7"/>
    <w:rsid w:val="00085226"/>
    <w:rsid w:val="00085DDE"/>
    <w:rsid w:val="00086BBF"/>
    <w:rsid w:val="0008745F"/>
    <w:rsid w:val="000877F2"/>
    <w:rsid w:val="00087802"/>
    <w:rsid w:val="00087C65"/>
    <w:rsid w:val="00090583"/>
    <w:rsid w:val="00090759"/>
    <w:rsid w:val="00090920"/>
    <w:rsid w:val="00091526"/>
    <w:rsid w:val="00091F15"/>
    <w:rsid w:val="00092740"/>
    <w:rsid w:val="00093E30"/>
    <w:rsid w:val="00094470"/>
    <w:rsid w:val="000972C7"/>
    <w:rsid w:val="00097CFE"/>
    <w:rsid w:val="000A03C1"/>
    <w:rsid w:val="000A15A6"/>
    <w:rsid w:val="000A1662"/>
    <w:rsid w:val="000A25C0"/>
    <w:rsid w:val="000A30ED"/>
    <w:rsid w:val="000A449B"/>
    <w:rsid w:val="000A5824"/>
    <w:rsid w:val="000A5AE8"/>
    <w:rsid w:val="000A5F38"/>
    <w:rsid w:val="000A613A"/>
    <w:rsid w:val="000A6303"/>
    <w:rsid w:val="000A66DF"/>
    <w:rsid w:val="000A682F"/>
    <w:rsid w:val="000A6D9A"/>
    <w:rsid w:val="000B0001"/>
    <w:rsid w:val="000B0516"/>
    <w:rsid w:val="000B0D9B"/>
    <w:rsid w:val="000B0E64"/>
    <w:rsid w:val="000B147F"/>
    <w:rsid w:val="000B1A46"/>
    <w:rsid w:val="000B2B1E"/>
    <w:rsid w:val="000B2B82"/>
    <w:rsid w:val="000B3CCF"/>
    <w:rsid w:val="000B4C5F"/>
    <w:rsid w:val="000B5325"/>
    <w:rsid w:val="000B5BAC"/>
    <w:rsid w:val="000B6220"/>
    <w:rsid w:val="000B6435"/>
    <w:rsid w:val="000B78AB"/>
    <w:rsid w:val="000C048F"/>
    <w:rsid w:val="000C085F"/>
    <w:rsid w:val="000C128B"/>
    <w:rsid w:val="000C15F9"/>
    <w:rsid w:val="000C2E97"/>
    <w:rsid w:val="000C45AD"/>
    <w:rsid w:val="000C53BC"/>
    <w:rsid w:val="000C6DEE"/>
    <w:rsid w:val="000C6E31"/>
    <w:rsid w:val="000D0791"/>
    <w:rsid w:val="000D07BD"/>
    <w:rsid w:val="000D0EFF"/>
    <w:rsid w:val="000D18CE"/>
    <w:rsid w:val="000D1D06"/>
    <w:rsid w:val="000D2AE2"/>
    <w:rsid w:val="000D41BD"/>
    <w:rsid w:val="000D41F3"/>
    <w:rsid w:val="000D5CDB"/>
    <w:rsid w:val="000D5DEA"/>
    <w:rsid w:val="000D6519"/>
    <w:rsid w:val="000E29F2"/>
    <w:rsid w:val="000E2DFF"/>
    <w:rsid w:val="000E4FBB"/>
    <w:rsid w:val="000E51B4"/>
    <w:rsid w:val="000E52D8"/>
    <w:rsid w:val="000E6EBA"/>
    <w:rsid w:val="000E70A8"/>
    <w:rsid w:val="000E7BCD"/>
    <w:rsid w:val="000F093E"/>
    <w:rsid w:val="000F2E6E"/>
    <w:rsid w:val="000F3176"/>
    <w:rsid w:val="000F3539"/>
    <w:rsid w:val="000F3B08"/>
    <w:rsid w:val="000F3CE5"/>
    <w:rsid w:val="000F3F61"/>
    <w:rsid w:val="000F5A98"/>
    <w:rsid w:val="000F5B36"/>
    <w:rsid w:val="000F5FF8"/>
    <w:rsid w:val="000F734B"/>
    <w:rsid w:val="000F73B2"/>
    <w:rsid w:val="000F7BD0"/>
    <w:rsid w:val="000F7D9D"/>
    <w:rsid w:val="001001DC"/>
    <w:rsid w:val="001002CB"/>
    <w:rsid w:val="00101086"/>
    <w:rsid w:val="00101626"/>
    <w:rsid w:val="00101CBD"/>
    <w:rsid w:val="00103834"/>
    <w:rsid w:val="0010400A"/>
    <w:rsid w:val="00104DBD"/>
    <w:rsid w:val="00105F1C"/>
    <w:rsid w:val="00106073"/>
    <w:rsid w:val="00106CA5"/>
    <w:rsid w:val="001074CE"/>
    <w:rsid w:val="00107522"/>
    <w:rsid w:val="001079C3"/>
    <w:rsid w:val="00107AEE"/>
    <w:rsid w:val="00107C30"/>
    <w:rsid w:val="001120F3"/>
    <w:rsid w:val="00112437"/>
    <w:rsid w:val="00112EED"/>
    <w:rsid w:val="0011402A"/>
    <w:rsid w:val="001147F9"/>
    <w:rsid w:val="00115594"/>
    <w:rsid w:val="001155B9"/>
    <w:rsid w:val="001164DD"/>
    <w:rsid w:val="0011674D"/>
    <w:rsid w:val="00116D68"/>
    <w:rsid w:val="00116FC5"/>
    <w:rsid w:val="001179D7"/>
    <w:rsid w:val="001179E8"/>
    <w:rsid w:val="00117A70"/>
    <w:rsid w:val="00117E3C"/>
    <w:rsid w:val="00120536"/>
    <w:rsid w:val="001213C5"/>
    <w:rsid w:val="00122287"/>
    <w:rsid w:val="001229C5"/>
    <w:rsid w:val="00123094"/>
    <w:rsid w:val="0012487E"/>
    <w:rsid w:val="001268DD"/>
    <w:rsid w:val="00130771"/>
    <w:rsid w:val="00130A8F"/>
    <w:rsid w:val="00131924"/>
    <w:rsid w:val="00132B89"/>
    <w:rsid w:val="00133A09"/>
    <w:rsid w:val="00133AA2"/>
    <w:rsid w:val="00134CCF"/>
    <w:rsid w:val="00135068"/>
    <w:rsid w:val="00135293"/>
    <w:rsid w:val="00135AE0"/>
    <w:rsid w:val="001368D0"/>
    <w:rsid w:val="00137FE8"/>
    <w:rsid w:val="001421BA"/>
    <w:rsid w:val="001421F9"/>
    <w:rsid w:val="001436BF"/>
    <w:rsid w:val="0014397A"/>
    <w:rsid w:val="001447EB"/>
    <w:rsid w:val="00146FAC"/>
    <w:rsid w:val="0014707F"/>
    <w:rsid w:val="00147881"/>
    <w:rsid w:val="00147E7A"/>
    <w:rsid w:val="00150422"/>
    <w:rsid w:val="0015069A"/>
    <w:rsid w:val="001510D1"/>
    <w:rsid w:val="001516D2"/>
    <w:rsid w:val="00151FEF"/>
    <w:rsid w:val="00152965"/>
    <w:rsid w:val="001540B4"/>
    <w:rsid w:val="00154640"/>
    <w:rsid w:val="00155F3D"/>
    <w:rsid w:val="00156331"/>
    <w:rsid w:val="0015701C"/>
    <w:rsid w:val="00157673"/>
    <w:rsid w:val="0015779C"/>
    <w:rsid w:val="001579E4"/>
    <w:rsid w:val="00157D06"/>
    <w:rsid w:val="0016212F"/>
    <w:rsid w:val="00162622"/>
    <w:rsid w:val="00163188"/>
    <w:rsid w:val="00163868"/>
    <w:rsid w:val="00166223"/>
    <w:rsid w:val="001676F1"/>
    <w:rsid w:val="00170E98"/>
    <w:rsid w:val="001712F4"/>
    <w:rsid w:val="0017159D"/>
    <w:rsid w:val="00172485"/>
    <w:rsid w:val="00172711"/>
    <w:rsid w:val="001730DC"/>
    <w:rsid w:val="00173D88"/>
    <w:rsid w:val="00173E1B"/>
    <w:rsid w:val="00173F93"/>
    <w:rsid w:val="00174EAD"/>
    <w:rsid w:val="0017530D"/>
    <w:rsid w:val="00176BEC"/>
    <w:rsid w:val="00180659"/>
    <w:rsid w:val="00181C45"/>
    <w:rsid w:val="00182066"/>
    <w:rsid w:val="001829E7"/>
    <w:rsid w:val="001833B3"/>
    <w:rsid w:val="001836F4"/>
    <w:rsid w:val="00185065"/>
    <w:rsid w:val="00185958"/>
    <w:rsid w:val="0018663C"/>
    <w:rsid w:val="0018764D"/>
    <w:rsid w:val="001900A2"/>
    <w:rsid w:val="001908BA"/>
    <w:rsid w:val="00191525"/>
    <w:rsid w:val="00192E18"/>
    <w:rsid w:val="00194ABC"/>
    <w:rsid w:val="00194EBB"/>
    <w:rsid w:val="00195CFE"/>
    <w:rsid w:val="0019607C"/>
    <w:rsid w:val="00196AA8"/>
    <w:rsid w:val="001979F3"/>
    <w:rsid w:val="00197D66"/>
    <w:rsid w:val="00197E7E"/>
    <w:rsid w:val="001A0542"/>
    <w:rsid w:val="001A1387"/>
    <w:rsid w:val="001A1530"/>
    <w:rsid w:val="001A2E6C"/>
    <w:rsid w:val="001A30B7"/>
    <w:rsid w:val="001A54EE"/>
    <w:rsid w:val="001A5A5A"/>
    <w:rsid w:val="001A676C"/>
    <w:rsid w:val="001A6B52"/>
    <w:rsid w:val="001A71E2"/>
    <w:rsid w:val="001A757E"/>
    <w:rsid w:val="001A7C79"/>
    <w:rsid w:val="001B0CB5"/>
    <w:rsid w:val="001B13B4"/>
    <w:rsid w:val="001B198E"/>
    <w:rsid w:val="001B19EC"/>
    <w:rsid w:val="001B1C99"/>
    <w:rsid w:val="001B1E57"/>
    <w:rsid w:val="001B1E79"/>
    <w:rsid w:val="001B2883"/>
    <w:rsid w:val="001B2A5A"/>
    <w:rsid w:val="001B2C43"/>
    <w:rsid w:val="001B2DAD"/>
    <w:rsid w:val="001B31AF"/>
    <w:rsid w:val="001B33F3"/>
    <w:rsid w:val="001B3825"/>
    <w:rsid w:val="001B4820"/>
    <w:rsid w:val="001B50A1"/>
    <w:rsid w:val="001B55BD"/>
    <w:rsid w:val="001B71EB"/>
    <w:rsid w:val="001C00EE"/>
    <w:rsid w:val="001C0DCE"/>
    <w:rsid w:val="001C1CBE"/>
    <w:rsid w:val="001C24A6"/>
    <w:rsid w:val="001C2B58"/>
    <w:rsid w:val="001C30A5"/>
    <w:rsid w:val="001C41E2"/>
    <w:rsid w:val="001C4BE6"/>
    <w:rsid w:val="001C5086"/>
    <w:rsid w:val="001C5DB4"/>
    <w:rsid w:val="001C679E"/>
    <w:rsid w:val="001C68FA"/>
    <w:rsid w:val="001C6EAB"/>
    <w:rsid w:val="001C7C24"/>
    <w:rsid w:val="001D0EFD"/>
    <w:rsid w:val="001D1130"/>
    <w:rsid w:val="001D1AB6"/>
    <w:rsid w:val="001D205B"/>
    <w:rsid w:val="001D2ECA"/>
    <w:rsid w:val="001D34AA"/>
    <w:rsid w:val="001D3678"/>
    <w:rsid w:val="001D470C"/>
    <w:rsid w:val="001D4BBB"/>
    <w:rsid w:val="001D5350"/>
    <w:rsid w:val="001D62C3"/>
    <w:rsid w:val="001D71D1"/>
    <w:rsid w:val="001D733F"/>
    <w:rsid w:val="001D740F"/>
    <w:rsid w:val="001D75E4"/>
    <w:rsid w:val="001D7923"/>
    <w:rsid w:val="001E0024"/>
    <w:rsid w:val="001E0248"/>
    <w:rsid w:val="001E0701"/>
    <w:rsid w:val="001E07DD"/>
    <w:rsid w:val="001E0B4D"/>
    <w:rsid w:val="001E2A4B"/>
    <w:rsid w:val="001E2D01"/>
    <w:rsid w:val="001E4089"/>
    <w:rsid w:val="001E4123"/>
    <w:rsid w:val="001E4705"/>
    <w:rsid w:val="001E5EEF"/>
    <w:rsid w:val="001E78F7"/>
    <w:rsid w:val="001F1BB6"/>
    <w:rsid w:val="001F25F0"/>
    <w:rsid w:val="001F31AB"/>
    <w:rsid w:val="001F358A"/>
    <w:rsid w:val="001F382F"/>
    <w:rsid w:val="001F44C8"/>
    <w:rsid w:val="001F4924"/>
    <w:rsid w:val="001F5578"/>
    <w:rsid w:val="001F68A2"/>
    <w:rsid w:val="001F71B6"/>
    <w:rsid w:val="001F7BD6"/>
    <w:rsid w:val="002002DD"/>
    <w:rsid w:val="002003DB"/>
    <w:rsid w:val="00200589"/>
    <w:rsid w:val="00200F20"/>
    <w:rsid w:val="002012FE"/>
    <w:rsid w:val="002013E5"/>
    <w:rsid w:val="0020231A"/>
    <w:rsid w:val="00202BA9"/>
    <w:rsid w:val="00205270"/>
    <w:rsid w:val="00206F44"/>
    <w:rsid w:val="0021129B"/>
    <w:rsid w:val="00211B1E"/>
    <w:rsid w:val="00213279"/>
    <w:rsid w:val="00213A28"/>
    <w:rsid w:val="002142B6"/>
    <w:rsid w:val="00214465"/>
    <w:rsid w:val="002144BC"/>
    <w:rsid w:val="00214A70"/>
    <w:rsid w:val="00215619"/>
    <w:rsid w:val="0021635E"/>
    <w:rsid w:val="0021683D"/>
    <w:rsid w:val="0022028F"/>
    <w:rsid w:val="002214F8"/>
    <w:rsid w:val="00221527"/>
    <w:rsid w:val="00222AEF"/>
    <w:rsid w:val="00223B2A"/>
    <w:rsid w:val="00224FF3"/>
    <w:rsid w:val="00225163"/>
    <w:rsid w:val="00225382"/>
    <w:rsid w:val="00225854"/>
    <w:rsid w:val="00225F3A"/>
    <w:rsid w:val="00226088"/>
    <w:rsid w:val="00226E6C"/>
    <w:rsid w:val="002270FC"/>
    <w:rsid w:val="002276FF"/>
    <w:rsid w:val="00227876"/>
    <w:rsid w:val="0023056D"/>
    <w:rsid w:val="002305F6"/>
    <w:rsid w:val="00230B46"/>
    <w:rsid w:val="00231069"/>
    <w:rsid w:val="00234156"/>
    <w:rsid w:val="00234E35"/>
    <w:rsid w:val="00236AA1"/>
    <w:rsid w:val="00236AA3"/>
    <w:rsid w:val="0023716A"/>
    <w:rsid w:val="0023737A"/>
    <w:rsid w:val="00240E56"/>
    <w:rsid w:val="00241D0D"/>
    <w:rsid w:val="002425E3"/>
    <w:rsid w:val="00243E4F"/>
    <w:rsid w:val="00244C10"/>
    <w:rsid w:val="0024508F"/>
    <w:rsid w:val="002468E1"/>
    <w:rsid w:val="002469D3"/>
    <w:rsid w:val="00247071"/>
    <w:rsid w:val="00247394"/>
    <w:rsid w:val="00247B50"/>
    <w:rsid w:val="00250149"/>
    <w:rsid w:val="002501B5"/>
    <w:rsid w:val="00250368"/>
    <w:rsid w:val="0025079C"/>
    <w:rsid w:val="00251353"/>
    <w:rsid w:val="00251D46"/>
    <w:rsid w:val="00253837"/>
    <w:rsid w:val="00253B87"/>
    <w:rsid w:val="00257A55"/>
    <w:rsid w:val="00257C97"/>
    <w:rsid w:val="00257F11"/>
    <w:rsid w:val="00260595"/>
    <w:rsid w:val="00260B49"/>
    <w:rsid w:val="00260E3B"/>
    <w:rsid w:val="00261053"/>
    <w:rsid w:val="00261261"/>
    <w:rsid w:val="00261B29"/>
    <w:rsid w:val="00262D27"/>
    <w:rsid w:val="00263052"/>
    <w:rsid w:val="00263618"/>
    <w:rsid w:val="0026407D"/>
    <w:rsid w:val="00264C78"/>
    <w:rsid w:val="002660FD"/>
    <w:rsid w:val="00266817"/>
    <w:rsid w:val="002669E5"/>
    <w:rsid w:val="00267D00"/>
    <w:rsid w:val="00270456"/>
    <w:rsid w:val="00270DC4"/>
    <w:rsid w:val="00273B0B"/>
    <w:rsid w:val="002742D6"/>
    <w:rsid w:val="00274499"/>
    <w:rsid w:val="00274CF5"/>
    <w:rsid w:val="00274E65"/>
    <w:rsid w:val="002758B9"/>
    <w:rsid w:val="0027790C"/>
    <w:rsid w:val="00277911"/>
    <w:rsid w:val="00280962"/>
    <w:rsid w:val="00280C81"/>
    <w:rsid w:val="00281554"/>
    <w:rsid w:val="00281B89"/>
    <w:rsid w:val="00281D07"/>
    <w:rsid w:val="00282178"/>
    <w:rsid w:val="00282FAC"/>
    <w:rsid w:val="0028305D"/>
    <w:rsid w:val="00284E3B"/>
    <w:rsid w:val="00285437"/>
    <w:rsid w:val="00285DEA"/>
    <w:rsid w:val="00286F6A"/>
    <w:rsid w:val="00287344"/>
    <w:rsid w:val="00290173"/>
    <w:rsid w:val="00290586"/>
    <w:rsid w:val="00292B45"/>
    <w:rsid w:val="00293849"/>
    <w:rsid w:val="00294438"/>
    <w:rsid w:val="0029520A"/>
    <w:rsid w:val="00295A72"/>
    <w:rsid w:val="00295D1F"/>
    <w:rsid w:val="002966FD"/>
    <w:rsid w:val="00297270"/>
    <w:rsid w:val="0029782A"/>
    <w:rsid w:val="002A0EDF"/>
    <w:rsid w:val="002A14C5"/>
    <w:rsid w:val="002A1BFB"/>
    <w:rsid w:val="002A227E"/>
    <w:rsid w:val="002A2292"/>
    <w:rsid w:val="002A3BCD"/>
    <w:rsid w:val="002A4EE7"/>
    <w:rsid w:val="002A535E"/>
    <w:rsid w:val="002A5BD8"/>
    <w:rsid w:val="002A5D56"/>
    <w:rsid w:val="002A64D6"/>
    <w:rsid w:val="002A745A"/>
    <w:rsid w:val="002A74F3"/>
    <w:rsid w:val="002A7E54"/>
    <w:rsid w:val="002B0589"/>
    <w:rsid w:val="002B0A16"/>
    <w:rsid w:val="002B2455"/>
    <w:rsid w:val="002B2FFF"/>
    <w:rsid w:val="002B61E8"/>
    <w:rsid w:val="002B69A1"/>
    <w:rsid w:val="002B7666"/>
    <w:rsid w:val="002B79D2"/>
    <w:rsid w:val="002B7EC2"/>
    <w:rsid w:val="002C0839"/>
    <w:rsid w:val="002C1764"/>
    <w:rsid w:val="002C21CC"/>
    <w:rsid w:val="002C22F1"/>
    <w:rsid w:val="002C42E5"/>
    <w:rsid w:val="002C4D2B"/>
    <w:rsid w:val="002C543F"/>
    <w:rsid w:val="002C7314"/>
    <w:rsid w:val="002D0361"/>
    <w:rsid w:val="002D1A2E"/>
    <w:rsid w:val="002D291D"/>
    <w:rsid w:val="002D3B80"/>
    <w:rsid w:val="002D3D73"/>
    <w:rsid w:val="002D425C"/>
    <w:rsid w:val="002D4F18"/>
    <w:rsid w:val="002D4FC4"/>
    <w:rsid w:val="002D5212"/>
    <w:rsid w:val="002D5307"/>
    <w:rsid w:val="002D566C"/>
    <w:rsid w:val="002D59F5"/>
    <w:rsid w:val="002D658C"/>
    <w:rsid w:val="002D6DB8"/>
    <w:rsid w:val="002D758C"/>
    <w:rsid w:val="002E0063"/>
    <w:rsid w:val="002E0545"/>
    <w:rsid w:val="002E1D49"/>
    <w:rsid w:val="002E277C"/>
    <w:rsid w:val="002E2D50"/>
    <w:rsid w:val="002E40B5"/>
    <w:rsid w:val="002E519E"/>
    <w:rsid w:val="002E5735"/>
    <w:rsid w:val="002E7371"/>
    <w:rsid w:val="002E739D"/>
    <w:rsid w:val="002F043E"/>
    <w:rsid w:val="002F0E19"/>
    <w:rsid w:val="002F1362"/>
    <w:rsid w:val="002F1708"/>
    <w:rsid w:val="002F30BB"/>
    <w:rsid w:val="002F3B7B"/>
    <w:rsid w:val="002F3DDF"/>
    <w:rsid w:val="002F4541"/>
    <w:rsid w:val="002F505F"/>
    <w:rsid w:val="002F6201"/>
    <w:rsid w:val="002F67EE"/>
    <w:rsid w:val="002F6CBB"/>
    <w:rsid w:val="002F7571"/>
    <w:rsid w:val="002F7595"/>
    <w:rsid w:val="002F77C5"/>
    <w:rsid w:val="003004BB"/>
    <w:rsid w:val="003006DA"/>
    <w:rsid w:val="00301022"/>
    <w:rsid w:val="00301112"/>
    <w:rsid w:val="003020C8"/>
    <w:rsid w:val="00302C61"/>
    <w:rsid w:val="00302D66"/>
    <w:rsid w:val="00303D57"/>
    <w:rsid w:val="0030508A"/>
    <w:rsid w:val="003064C0"/>
    <w:rsid w:val="0030674D"/>
    <w:rsid w:val="00306A72"/>
    <w:rsid w:val="00307B6B"/>
    <w:rsid w:val="00307F84"/>
    <w:rsid w:val="00310C37"/>
    <w:rsid w:val="00310D84"/>
    <w:rsid w:val="00312F27"/>
    <w:rsid w:val="0031400B"/>
    <w:rsid w:val="00315DD9"/>
    <w:rsid w:val="0031603E"/>
    <w:rsid w:val="003162BC"/>
    <w:rsid w:val="003172B5"/>
    <w:rsid w:val="0032028A"/>
    <w:rsid w:val="00320E01"/>
    <w:rsid w:val="00322095"/>
    <w:rsid w:val="00322D6F"/>
    <w:rsid w:val="00322DBD"/>
    <w:rsid w:val="00323411"/>
    <w:rsid w:val="0032358B"/>
    <w:rsid w:val="00325913"/>
    <w:rsid w:val="003274F2"/>
    <w:rsid w:val="00327CFE"/>
    <w:rsid w:val="00330469"/>
    <w:rsid w:val="00332E4B"/>
    <w:rsid w:val="00332E95"/>
    <w:rsid w:val="00335D2B"/>
    <w:rsid w:val="0033620E"/>
    <w:rsid w:val="003372B3"/>
    <w:rsid w:val="003374D2"/>
    <w:rsid w:val="00337CC3"/>
    <w:rsid w:val="00340688"/>
    <w:rsid w:val="00340CF6"/>
    <w:rsid w:val="00341471"/>
    <w:rsid w:val="00341AF4"/>
    <w:rsid w:val="00341E89"/>
    <w:rsid w:val="00341EBE"/>
    <w:rsid w:val="00342044"/>
    <w:rsid w:val="00342128"/>
    <w:rsid w:val="003424CE"/>
    <w:rsid w:val="003426BE"/>
    <w:rsid w:val="003427A2"/>
    <w:rsid w:val="00342D73"/>
    <w:rsid w:val="00343177"/>
    <w:rsid w:val="0034404A"/>
    <w:rsid w:val="00344072"/>
    <w:rsid w:val="00344A66"/>
    <w:rsid w:val="00344DC5"/>
    <w:rsid w:val="00346222"/>
    <w:rsid w:val="003476B8"/>
    <w:rsid w:val="00347C8F"/>
    <w:rsid w:val="003501D3"/>
    <w:rsid w:val="003515B7"/>
    <w:rsid w:val="003520A1"/>
    <w:rsid w:val="003521EC"/>
    <w:rsid w:val="003528E2"/>
    <w:rsid w:val="0035291B"/>
    <w:rsid w:val="00352AF6"/>
    <w:rsid w:val="00353334"/>
    <w:rsid w:val="00353344"/>
    <w:rsid w:val="00353E74"/>
    <w:rsid w:val="00354DB8"/>
    <w:rsid w:val="0035548E"/>
    <w:rsid w:val="00355700"/>
    <w:rsid w:val="00356D2B"/>
    <w:rsid w:val="0035795B"/>
    <w:rsid w:val="00360080"/>
    <w:rsid w:val="003602EC"/>
    <w:rsid w:val="003613EA"/>
    <w:rsid w:val="003648C1"/>
    <w:rsid w:val="00365D0F"/>
    <w:rsid w:val="0036663D"/>
    <w:rsid w:val="00366B13"/>
    <w:rsid w:val="003671A4"/>
    <w:rsid w:val="00367B7F"/>
    <w:rsid w:val="00370DFB"/>
    <w:rsid w:val="00371450"/>
    <w:rsid w:val="00371F64"/>
    <w:rsid w:val="00372333"/>
    <w:rsid w:val="00372675"/>
    <w:rsid w:val="00372B61"/>
    <w:rsid w:val="00372B68"/>
    <w:rsid w:val="00372C65"/>
    <w:rsid w:val="00373A78"/>
    <w:rsid w:val="00376DE2"/>
    <w:rsid w:val="00380157"/>
    <w:rsid w:val="00381652"/>
    <w:rsid w:val="003833B4"/>
    <w:rsid w:val="00385CEB"/>
    <w:rsid w:val="003868D9"/>
    <w:rsid w:val="00391132"/>
    <w:rsid w:val="0039117E"/>
    <w:rsid w:val="00391D89"/>
    <w:rsid w:val="0039262D"/>
    <w:rsid w:val="003930F9"/>
    <w:rsid w:val="003931E1"/>
    <w:rsid w:val="00393450"/>
    <w:rsid w:val="00393675"/>
    <w:rsid w:val="003939B9"/>
    <w:rsid w:val="00393A89"/>
    <w:rsid w:val="00393D82"/>
    <w:rsid w:val="003948FB"/>
    <w:rsid w:val="00395193"/>
    <w:rsid w:val="00396BEB"/>
    <w:rsid w:val="00397274"/>
    <w:rsid w:val="00397BD8"/>
    <w:rsid w:val="003A00EF"/>
    <w:rsid w:val="003A0C74"/>
    <w:rsid w:val="003A1A6F"/>
    <w:rsid w:val="003A61FB"/>
    <w:rsid w:val="003A64F2"/>
    <w:rsid w:val="003A6694"/>
    <w:rsid w:val="003A6CF0"/>
    <w:rsid w:val="003A7127"/>
    <w:rsid w:val="003B01A4"/>
    <w:rsid w:val="003B0466"/>
    <w:rsid w:val="003B13B9"/>
    <w:rsid w:val="003B24EA"/>
    <w:rsid w:val="003B27E3"/>
    <w:rsid w:val="003B2845"/>
    <w:rsid w:val="003B2FA1"/>
    <w:rsid w:val="003B340E"/>
    <w:rsid w:val="003B366F"/>
    <w:rsid w:val="003B36F6"/>
    <w:rsid w:val="003B3834"/>
    <w:rsid w:val="003B3925"/>
    <w:rsid w:val="003B4CDD"/>
    <w:rsid w:val="003B4E0A"/>
    <w:rsid w:val="003B5887"/>
    <w:rsid w:val="003B6F66"/>
    <w:rsid w:val="003B76EB"/>
    <w:rsid w:val="003B7958"/>
    <w:rsid w:val="003C05FA"/>
    <w:rsid w:val="003C0CC5"/>
    <w:rsid w:val="003C0EA6"/>
    <w:rsid w:val="003C160B"/>
    <w:rsid w:val="003C1A09"/>
    <w:rsid w:val="003C285B"/>
    <w:rsid w:val="003C3488"/>
    <w:rsid w:val="003C4475"/>
    <w:rsid w:val="003C4FDB"/>
    <w:rsid w:val="003C5EAC"/>
    <w:rsid w:val="003C6A51"/>
    <w:rsid w:val="003C6CB4"/>
    <w:rsid w:val="003C6D71"/>
    <w:rsid w:val="003C73F6"/>
    <w:rsid w:val="003C7823"/>
    <w:rsid w:val="003D009F"/>
    <w:rsid w:val="003D056A"/>
    <w:rsid w:val="003D0745"/>
    <w:rsid w:val="003D198F"/>
    <w:rsid w:val="003D1C64"/>
    <w:rsid w:val="003D23B7"/>
    <w:rsid w:val="003D3020"/>
    <w:rsid w:val="003D3CE9"/>
    <w:rsid w:val="003D3F90"/>
    <w:rsid w:val="003D43D0"/>
    <w:rsid w:val="003D475C"/>
    <w:rsid w:val="003D4E4A"/>
    <w:rsid w:val="003D5867"/>
    <w:rsid w:val="003D7B15"/>
    <w:rsid w:val="003E0018"/>
    <w:rsid w:val="003E05F9"/>
    <w:rsid w:val="003E0849"/>
    <w:rsid w:val="003E1598"/>
    <w:rsid w:val="003E285E"/>
    <w:rsid w:val="003E3248"/>
    <w:rsid w:val="003E3302"/>
    <w:rsid w:val="003E40CC"/>
    <w:rsid w:val="003E4487"/>
    <w:rsid w:val="003E4B4C"/>
    <w:rsid w:val="003E4BE7"/>
    <w:rsid w:val="003E52DC"/>
    <w:rsid w:val="003E535D"/>
    <w:rsid w:val="003E64E6"/>
    <w:rsid w:val="003E71E7"/>
    <w:rsid w:val="003E7EF5"/>
    <w:rsid w:val="003F0B70"/>
    <w:rsid w:val="003F1412"/>
    <w:rsid w:val="003F16C6"/>
    <w:rsid w:val="003F2FEF"/>
    <w:rsid w:val="003F3D1F"/>
    <w:rsid w:val="003F41A6"/>
    <w:rsid w:val="003F436E"/>
    <w:rsid w:val="003F4435"/>
    <w:rsid w:val="003F4FBB"/>
    <w:rsid w:val="003F5076"/>
    <w:rsid w:val="003F5BA9"/>
    <w:rsid w:val="003F5FFF"/>
    <w:rsid w:val="003F69BB"/>
    <w:rsid w:val="003F6C37"/>
    <w:rsid w:val="003F7D96"/>
    <w:rsid w:val="00400A0C"/>
    <w:rsid w:val="00400AEC"/>
    <w:rsid w:val="004045E3"/>
    <w:rsid w:val="00405452"/>
    <w:rsid w:val="00405F11"/>
    <w:rsid w:val="004069F5"/>
    <w:rsid w:val="00407764"/>
    <w:rsid w:val="00410105"/>
    <w:rsid w:val="00410266"/>
    <w:rsid w:val="00410831"/>
    <w:rsid w:val="00411D03"/>
    <w:rsid w:val="00411D4F"/>
    <w:rsid w:val="0041203C"/>
    <w:rsid w:val="0041210C"/>
    <w:rsid w:val="00412305"/>
    <w:rsid w:val="00412BF6"/>
    <w:rsid w:val="0041343C"/>
    <w:rsid w:val="00415841"/>
    <w:rsid w:val="004160F4"/>
    <w:rsid w:val="004179CB"/>
    <w:rsid w:val="004208D6"/>
    <w:rsid w:val="00420C18"/>
    <w:rsid w:val="00420C76"/>
    <w:rsid w:val="004212DA"/>
    <w:rsid w:val="00422558"/>
    <w:rsid w:val="00422A3F"/>
    <w:rsid w:val="004230A2"/>
    <w:rsid w:val="0042443C"/>
    <w:rsid w:val="004244BE"/>
    <w:rsid w:val="00424E0A"/>
    <w:rsid w:val="00425809"/>
    <w:rsid w:val="0043176C"/>
    <w:rsid w:val="00431D9D"/>
    <w:rsid w:val="00431E5D"/>
    <w:rsid w:val="00432C7F"/>
    <w:rsid w:val="00433106"/>
    <w:rsid w:val="004331B6"/>
    <w:rsid w:val="0043381B"/>
    <w:rsid w:val="00434105"/>
    <w:rsid w:val="00434F58"/>
    <w:rsid w:val="004354A3"/>
    <w:rsid w:val="00435821"/>
    <w:rsid w:val="00436216"/>
    <w:rsid w:val="00436F3B"/>
    <w:rsid w:val="004370E8"/>
    <w:rsid w:val="00441282"/>
    <w:rsid w:val="00441456"/>
    <w:rsid w:val="0044234F"/>
    <w:rsid w:val="004426D9"/>
    <w:rsid w:val="00442CC4"/>
    <w:rsid w:val="004437FF"/>
    <w:rsid w:val="00445B04"/>
    <w:rsid w:val="004461C3"/>
    <w:rsid w:val="00450F50"/>
    <w:rsid w:val="00451A96"/>
    <w:rsid w:val="00451E62"/>
    <w:rsid w:val="00452029"/>
    <w:rsid w:val="00452217"/>
    <w:rsid w:val="0045255C"/>
    <w:rsid w:val="0045360D"/>
    <w:rsid w:val="00453A65"/>
    <w:rsid w:val="00453F72"/>
    <w:rsid w:val="00454A49"/>
    <w:rsid w:val="004552BF"/>
    <w:rsid w:val="00455C8F"/>
    <w:rsid w:val="00455F4A"/>
    <w:rsid w:val="00455F84"/>
    <w:rsid w:val="0045667B"/>
    <w:rsid w:val="00456965"/>
    <w:rsid w:val="004571E0"/>
    <w:rsid w:val="0045789D"/>
    <w:rsid w:val="00457FD0"/>
    <w:rsid w:val="00460101"/>
    <w:rsid w:val="00460FFD"/>
    <w:rsid w:val="00461216"/>
    <w:rsid w:val="00461C38"/>
    <w:rsid w:val="00463E26"/>
    <w:rsid w:val="00464116"/>
    <w:rsid w:val="00464260"/>
    <w:rsid w:val="004646BA"/>
    <w:rsid w:val="004650ED"/>
    <w:rsid w:val="004657EA"/>
    <w:rsid w:val="00466FED"/>
    <w:rsid w:val="00467F27"/>
    <w:rsid w:val="00470522"/>
    <w:rsid w:val="00470B7E"/>
    <w:rsid w:val="004713EE"/>
    <w:rsid w:val="0047267B"/>
    <w:rsid w:val="00473A3F"/>
    <w:rsid w:val="004750BB"/>
    <w:rsid w:val="00475F49"/>
    <w:rsid w:val="004761D6"/>
    <w:rsid w:val="00477C61"/>
    <w:rsid w:val="00480D89"/>
    <w:rsid w:val="00483F6D"/>
    <w:rsid w:val="00484BFC"/>
    <w:rsid w:val="00484DD5"/>
    <w:rsid w:val="00484F48"/>
    <w:rsid w:val="00485CFD"/>
    <w:rsid w:val="00486D89"/>
    <w:rsid w:val="00490287"/>
    <w:rsid w:val="00491029"/>
    <w:rsid w:val="004927CE"/>
    <w:rsid w:val="00492AA4"/>
    <w:rsid w:val="004935FB"/>
    <w:rsid w:val="0049363A"/>
    <w:rsid w:val="00493C45"/>
    <w:rsid w:val="00493F56"/>
    <w:rsid w:val="004953B4"/>
    <w:rsid w:val="004954C7"/>
    <w:rsid w:val="00495951"/>
    <w:rsid w:val="00496383"/>
    <w:rsid w:val="00497084"/>
    <w:rsid w:val="0049724C"/>
    <w:rsid w:val="00497277"/>
    <w:rsid w:val="0049762E"/>
    <w:rsid w:val="004A0B5E"/>
    <w:rsid w:val="004A11B7"/>
    <w:rsid w:val="004A30AB"/>
    <w:rsid w:val="004A4844"/>
    <w:rsid w:val="004A4ABE"/>
    <w:rsid w:val="004A5C1D"/>
    <w:rsid w:val="004A5DA2"/>
    <w:rsid w:val="004A65A5"/>
    <w:rsid w:val="004A71DD"/>
    <w:rsid w:val="004B0E33"/>
    <w:rsid w:val="004B0F29"/>
    <w:rsid w:val="004B1FFB"/>
    <w:rsid w:val="004B2455"/>
    <w:rsid w:val="004B2EA9"/>
    <w:rsid w:val="004B365B"/>
    <w:rsid w:val="004B38E0"/>
    <w:rsid w:val="004B3FCF"/>
    <w:rsid w:val="004B51E2"/>
    <w:rsid w:val="004B58DA"/>
    <w:rsid w:val="004B5955"/>
    <w:rsid w:val="004B6022"/>
    <w:rsid w:val="004B644F"/>
    <w:rsid w:val="004B68CA"/>
    <w:rsid w:val="004C04E1"/>
    <w:rsid w:val="004C15E6"/>
    <w:rsid w:val="004C16E1"/>
    <w:rsid w:val="004C241D"/>
    <w:rsid w:val="004C2519"/>
    <w:rsid w:val="004C2FAA"/>
    <w:rsid w:val="004C5E49"/>
    <w:rsid w:val="004C66F2"/>
    <w:rsid w:val="004C6988"/>
    <w:rsid w:val="004C79E9"/>
    <w:rsid w:val="004D0414"/>
    <w:rsid w:val="004D054F"/>
    <w:rsid w:val="004D077E"/>
    <w:rsid w:val="004D1325"/>
    <w:rsid w:val="004D1ADE"/>
    <w:rsid w:val="004D1D63"/>
    <w:rsid w:val="004D3190"/>
    <w:rsid w:val="004D41AB"/>
    <w:rsid w:val="004D464B"/>
    <w:rsid w:val="004D4AC6"/>
    <w:rsid w:val="004E23D3"/>
    <w:rsid w:val="004E42CC"/>
    <w:rsid w:val="004E4349"/>
    <w:rsid w:val="004E4C16"/>
    <w:rsid w:val="004E4D3C"/>
    <w:rsid w:val="004E631E"/>
    <w:rsid w:val="004E6953"/>
    <w:rsid w:val="004E7B5D"/>
    <w:rsid w:val="004F02AE"/>
    <w:rsid w:val="004F098A"/>
    <w:rsid w:val="004F1CDD"/>
    <w:rsid w:val="004F1D69"/>
    <w:rsid w:val="004F1F55"/>
    <w:rsid w:val="004F2787"/>
    <w:rsid w:val="004F2B21"/>
    <w:rsid w:val="004F3221"/>
    <w:rsid w:val="004F3260"/>
    <w:rsid w:val="004F3780"/>
    <w:rsid w:val="0050156B"/>
    <w:rsid w:val="0050157E"/>
    <w:rsid w:val="00501C84"/>
    <w:rsid w:val="00501FA2"/>
    <w:rsid w:val="00502694"/>
    <w:rsid w:val="00502A6E"/>
    <w:rsid w:val="005030C3"/>
    <w:rsid w:val="005039F2"/>
    <w:rsid w:val="00504BC3"/>
    <w:rsid w:val="00505061"/>
    <w:rsid w:val="00505623"/>
    <w:rsid w:val="005057FF"/>
    <w:rsid w:val="005064CE"/>
    <w:rsid w:val="0050697F"/>
    <w:rsid w:val="00506C47"/>
    <w:rsid w:val="00507AFB"/>
    <w:rsid w:val="005105FD"/>
    <w:rsid w:val="00510BBF"/>
    <w:rsid w:val="00510E55"/>
    <w:rsid w:val="005113F2"/>
    <w:rsid w:val="00511529"/>
    <w:rsid w:val="005116B5"/>
    <w:rsid w:val="005118A8"/>
    <w:rsid w:val="005119B8"/>
    <w:rsid w:val="00511CAA"/>
    <w:rsid w:val="005136A2"/>
    <w:rsid w:val="00513C33"/>
    <w:rsid w:val="00514285"/>
    <w:rsid w:val="00514B02"/>
    <w:rsid w:val="00515168"/>
    <w:rsid w:val="00515430"/>
    <w:rsid w:val="00516436"/>
    <w:rsid w:val="00517022"/>
    <w:rsid w:val="005203CB"/>
    <w:rsid w:val="00520871"/>
    <w:rsid w:val="00520F91"/>
    <w:rsid w:val="005218C8"/>
    <w:rsid w:val="005227FE"/>
    <w:rsid w:val="00522E94"/>
    <w:rsid w:val="00523CA2"/>
    <w:rsid w:val="00524F22"/>
    <w:rsid w:val="005251E9"/>
    <w:rsid w:val="00525B39"/>
    <w:rsid w:val="0052600D"/>
    <w:rsid w:val="00526D4A"/>
    <w:rsid w:val="00526ED9"/>
    <w:rsid w:val="005277F5"/>
    <w:rsid w:val="005305EF"/>
    <w:rsid w:val="00531E06"/>
    <w:rsid w:val="0053212C"/>
    <w:rsid w:val="00532A5A"/>
    <w:rsid w:val="005330A8"/>
    <w:rsid w:val="005337AA"/>
    <w:rsid w:val="00534AAB"/>
    <w:rsid w:val="00535672"/>
    <w:rsid w:val="0053631E"/>
    <w:rsid w:val="005369D8"/>
    <w:rsid w:val="00536C37"/>
    <w:rsid w:val="0053709B"/>
    <w:rsid w:val="00537A5F"/>
    <w:rsid w:val="00537CA6"/>
    <w:rsid w:val="00540801"/>
    <w:rsid w:val="00540A82"/>
    <w:rsid w:val="00540B42"/>
    <w:rsid w:val="005415EF"/>
    <w:rsid w:val="005424A7"/>
    <w:rsid w:val="005425F9"/>
    <w:rsid w:val="0054273D"/>
    <w:rsid w:val="00542AF6"/>
    <w:rsid w:val="00542E60"/>
    <w:rsid w:val="00543EA5"/>
    <w:rsid w:val="0054425B"/>
    <w:rsid w:val="0054544F"/>
    <w:rsid w:val="0054597D"/>
    <w:rsid w:val="00545E8D"/>
    <w:rsid w:val="005460E9"/>
    <w:rsid w:val="00546DF0"/>
    <w:rsid w:val="00547EE3"/>
    <w:rsid w:val="005501D0"/>
    <w:rsid w:val="00550CD2"/>
    <w:rsid w:val="005512EE"/>
    <w:rsid w:val="00551CCD"/>
    <w:rsid w:val="00551D5C"/>
    <w:rsid w:val="0055246E"/>
    <w:rsid w:val="0055277F"/>
    <w:rsid w:val="00552F72"/>
    <w:rsid w:val="00553797"/>
    <w:rsid w:val="005537A4"/>
    <w:rsid w:val="005539F5"/>
    <w:rsid w:val="00553AA6"/>
    <w:rsid w:val="00555823"/>
    <w:rsid w:val="00555994"/>
    <w:rsid w:val="00555B87"/>
    <w:rsid w:val="00555F7B"/>
    <w:rsid w:val="00556327"/>
    <w:rsid w:val="00557B7A"/>
    <w:rsid w:val="0056027E"/>
    <w:rsid w:val="005606AB"/>
    <w:rsid w:val="00560C84"/>
    <w:rsid w:val="00561C36"/>
    <w:rsid w:val="00561DEF"/>
    <w:rsid w:val="00562ED0"/>
    <w:rsid w:val="005646B1"/>
    <w:rsid w:val="00564D49"/>
    <w:rsid w:val="00564D7E"/>
    <w:rsid w:val="005652F4"/>
    <w:rsid w:val="005659D0"/>
    <w:rsid w:val="00566358"/>
    <w:rsid w:val="00566388"/>
    <w:rsid w:val="005663DC"/>
    <w:rsid w:val="005663EF"/>
    <w:rsid w:val="00566589"/>
    <w:rsid w:val="00566723"/>
    <w:rsid w:val="00567679"/>
    <w:rsid w:val="00567B48"/>
    <w:rsid w:val="00567DD4"/>
    <w:rsid w:val="005704C7"/>
    <w:rsid w:val="0057129D"/>
    <w:rsid w:val="00572F61"/>
    <w:rsid w:val="0057379B"/>
    <w:rsid w:val="00573D89"/>
    <w:rsid w:val="00574BA4"/>
    <w:rsid w:val="00575242"/>
    <w:rsid w:val="005761DE"/>
    <w:rsid w:val="0057674C"/>
    <w:rsid w:val="005803FA"/>
    <w:rsid w:val="00580642"/>
    <w:rsid w:val="00580DB9"/>
    <w:rsid w:val="00581525"/>
    <w:rsid w:val="00581BB0"/>
    <w:rsid w:val="00581CA7"/>
    <w:rsid w:val="00581DFF"/>
    <w:rsid w:val="00581EFE"/>
    <w:rsid w:val="005820E1"/>
    <w:rsid w:val="005825DC"/>
    <w:rsid w:val="005841D4"/>
    <w:rsid w:val="00584280"/>
    <w:rsid w:val="00584404"/>
    <w:rsid w:val="00584780"/>
    <w:rsid w:val="00584EAE"/>
    <w:rsid w:val="005858FF"/>
    <w:rsid w:val="00586249"/>
    <w:rsid w:val="0058625B"/>
    <w:rsid w:val="00587F67"/>
    <w:rsid w:val="0059082F"/>
    <w:rsid w:val="005914E2"/>
    <w:rsid w:val="00591E8C"/>
    <w:rsid w:val="00592108"/>
    <w:rsid w:val="00592B56"/>
    <w:rsid w:val="0059446D"/>
    <w:rsid w:val="0059552B"/>
    <w:rsid w:val="005956A1"/>
    <w:rsid w:val="005956CA"/>
    <w:rsid w:val="00595B78"/>
    <w:rsid w:val="00595C26"/>
    <w:rsid w:val="005972A1"/>
    <w:rsid w:val="005A0D9D"/>
    <w:rsid w:val="005A1A0D"/>
    <w:rsid w:val="005A2120"/>
    <w:rsid w:val="005A2729"/>
    <w:rsid w:val="005A2ED4"/>
    <w:rsid w:val="005A479C"/>
    <w:rsid w:val="005A4800"/>
    <w:rsid w:val="005A561D"/>
    <w:rsid w:val="005A6623"/>
    <w:rsid w:val="005B3E7E"/>
    <w:rsid w:val="005B5438"/>
    <w:rsid w:val="005B5987"/>
    <w:rsid w:val="005B5B94"/>
    <w:rsid w:val="005B6DC2"/>
    <w:rsid w:val="005B7699"/>
    <w:rsid w:val="005C0D34"/>
    <w:rsid w:val="005C1893"/>
    <w:rsid w:val="005C32F9"/>
    <w:rsid w:val="005C3A63"/>
    <w:rsid w:val="005C3E79"/>
    <w:rsid w:val="005C4492"/>
    <w:rsid w:val="005C4D8A"/>
    <w:rsid w:val="005C4EB5"/>
    <w:rsid w:val="005C5509"/>
    <w:rsid w:val="005C59E7"/>
    <w:rsid w:val="005C5D4A"/>
    <w:rsid w:val="005C6090"/>
    <w:rsid w:val="005C65C3"/>
    <w:rsid w:val="005D11DC"/>
    <w:rsid w:val="005D1A04"/>
    <w:rsid w:val="005D28FC"/>
    <w:rsid w:val="005D2DA5"/>
    <w:rsid w:val="005D32DA"/>
    <w:rsid w:val="005D39B4"/>
    <w:rsid w:val="005D4B3F"/>
    <w:rsid w:val="005D4BEF"/>
    <w:rsid w:val="005D527C"/>
    <w:rsid w:val="005D5864"/>
    <w:rsid w:val="005D5EB0"/>
    <w:rsid w:val="005D5F09"/>
    <w:rsid w:val="005D6490"/>
    <w:rsid w:val="005D654B"/>
    <w:rsid w:val="005D6A01"/>
    <w:rsid w:val="005D6F0B"/>
    <w:rsid w:val="005E0C10"/>
    <w:rsid w:val="005E0DFC"/>
    <w:rsid w:val="005E1053"/>
    <w:rsid w:val="005E296D"/>
    <w:rsid w:val="005E2F03"/>
    <w:rsid w:val="005E41B9"/>
    <w:rsid w:val="005E4381"/>
    <w:rsid w:val="005E4E14"/>
    <w:rsid w:val="005E4F65"/>
    <w:rsid w:val="005E6488"/>
    <w:rsid w:val="005E691B"/>
    <w:rsid w:val="005E6B70"/>
    <w:rsid w:val="005E77A5"/>
    <w:rsid w:val="005E7A33"/>
    <w:rsid w:val="005F05F4"/>
    <w:rsid w:val="005F17EA"/>
    <w:rsid w:val="005F1C6A"/>
    <w:rsid w:val="005F1C90"/>
    <w:rsid w:val="005F1C91"/>
    <w:rsid w:val="005F20D6"/>
    <w:rsid w:val="005F295B"/>
    <w:rsid w:val="005F2DFA"/>
    <w:rsid w:val="005F320C"/>
    <w:rsid w:val="005F4291"/>
    <w:rsid w:val="005F43E8"/>
    <w:rsid w:val="005F4B97"/>
    <w:rsid w:val="005F5641"/>
    <w:rsid w:val="005F58A0"/>
    <w:rsid w:val="005F5FD4"/>
    <w:rsid w:val="005F6FA8"/>
    <w:rsid w:val="005F7007"/>
    <w:rsid w:val="005F7349"/>
    <w:rsid w:val="005F76B1"/>
    <w:rsid w:val="0060004B"/>
    <w:rsid w:val="006001FA"/>
    <w:rsid w:val="0060052A"/>
    <w:rsid w:val="00600FCE"/>
    <w:rsid w:val="006010B0"/>
    <w:rsid w:val="006014DC"/>
    <w:rsid w:val="00601655"/>
    <w:rsid w:val="00601A47"/>
    <w:rsid w:val="0060354A"/>
    <w:rsid w:val="00604150"/>
    <w:rsid w:val="006043B1"/>
    <w:rsid w:val="0060606B"/>
    <w:rsid w:val="00606EEB"/>
    <w:rsid w:val="00607011"/>
    <w:rsid w:val="0060749D"/>
    <w:rsid w:val="00607698"/>
    <w:rsid w:val="00607B44"/>
    <w:rsid w:val="00607C4C"/>
    <w:rsid w:val="00610B0E"/>
    <w:rsid w:val="006110BA"/>
    <w:rsid w:val="0061178B"/>
    <w:rsid w:val="00611BB1"/>
    <w:rsid w:val="0061211F"/>
    <w:rsid w:val="0061267A"/>
    <w:rsid w:val="00612BB5"/>
    <w:rsid w:val="00613443"/>
    <w:rsid w:val="00613552"/>
    <w:rsid w:val="006142B3"/>
    <w:rsid w:val="0061504D"/>
    <w:rsid w:val="006155C1"/>
    <w:rsid w:val="00616021"/>
    <w:rsid w:val="00616C33"/>
    <w:rsid w:val="00617C7A"/>
    <w:rsid w:val="00617FE7"/>
    <w:rsid w:val="00620D51"/>
    <w:rsid w:val="006220D9"/>
    <w:rsid w:val="006226C4"/>
    <w:rsid w:val="006249B8"/>
    <w:rsid w:val="00624C24"/>
    <w:rsid w:val="0062501F"/>
    <w:rsid w:val="0062529B"/>
    <w:rsid w:val="00625918"/>
    <w:rsid w:val="006260EE"/>
    <w:rsid w:val="00626505"/>
    <w:rsid w:val="00626512"/>
    <w:rsid w:val="00626FE7"/>
    <w:rsid w:val="00627682"/>
    <w:rsid w:val="00630085"/>
    <w:rsid w:val="00630A10"/>
    <w:rsid w:val="00632DE6"/>
    <w:rsid w:val="006334AC"/>
    <w:rsid w:val="00633A9E"/>
    <w:rsid w:val="00636323"/>
    <w:rsid w:val="00636802"/>
    <w:rsid w:val="00636BA4"/>
    <w:rsid w:val="00636F86"/>
    <w:rsid w:val="00637054"/>
    <w:rsid w:val="00637D1D"/>
    <w:rsid w:val="00640298"/>
    <w:rsid w:val="00640E95"/>
    <w:rsid w:val="00641226"/>
    <w:rsid w:val="00641A41"/>
    <w:rsid w:val="006429AE"/>
    <w:rsid w:val="00643A92"/>
    <w:rsid w:val="006448E4"/>
    <w:rsid w:val="00645025"/>
    <w:rsid w:val="006458C4"/>
    <w:rsid w:val="006472B9"/>
    <w:rsid w:val="00647757"/>
    <w:rsid w:val="0064783F"/>
    <w:rsid w:val="00651226"/>
    <w:rsid w:val="0065142A"/>
    <w:rsid w:val="006515E7"/>
    <w:rsid w:val="00652AEF"/>
    <w:rsid w:val="00653189"/>
    <w:rsid w:val="006531ED"/>
    <w:rsid w:val="006538BB"/>
    <w:rsid w:val="00654543"/>
    <w:rsid w:val="006545C8"/>
    <w:rsid w:val="00654FE0"/>
    <w:rsid w:val="0065729E"/>
    <w:rsid w:val="006575CF"/>
    <w:rsid w:val="006601F1"/>
    <w:rsid w:val="00660447"/>
    <w:rsid w:val="00661772"/>
    <w:rsid w:val="00661935"/>
    <w:rsid w:val="00661C6B"/>
    <w:rsid w:val="00661E31"/>
    <w:rsid w:val="00661F71"/>
    <w:rsid w:val="00664DF2"/>
    <w:rsid w:val="00665355"/>
    <w:rsid w:val="006658B4"/>
    <w:rsid w:val="00667407"/>
    <w:rsid w:val="006717D3"/>
    <w:rsid w:val="00671ADF"/>
    <w:rsid w:val="00671AFF"/>
    <w:rsid w:val="00671FBA"/>
    <w:rsid w:val="00672CE7"/>
    <w:rsid w:val="006738DA"/>
    <w:rsid w:val="0067442B"/>
    <w:rsid w:val="006753E0"/>
    <w:rsid w:val="00675EFB"/>
    <w:rsid w:val="0067681B"/>
    <w:rsid w:val="006769A6"/>
    <w:rsid w:val="006778B9"/>
    <w:rsid w:val="0068110B"/>
    <w:rsid w:val="00681388"/>
    <w:rsid w:val="00682B6F"/>
    <w:rsid w:val="00682B70"/>
    <w:rsid w:val="00682D5C"/>
    <w:rsid w:val="006838C5"/>
    <w:rsid w:val="00683E01"/>
    <w:rsid w:val="006851C6"/>
    <w:rsid w:val="0068547F"/>
    <w:rsid w:val="00686118"/>
    <w:rsid w:val="00686E02"/>
    <w:rsid w:val="006871CF"/>
    <w:rsid w:val="00687A17"/>
    <w:rsid w:val="006900C6"/>
    <w:rsid w:val="006913EF"/>
    <w:rsid w:val="0069166F"/>
    <w:rsid w:val="00691B4E"/>
    <w:rsid w:val="00692B7A"/>
    <w:rsid w:val="0069354E"/>
    <w:rsid w:val="00693C19"/>
    <w:rsid w:val="00693D19"/>
    <w:rsid w:val="00694658"/>
    <w:rsid w:val="00694B94"/>
    <w:rsid w:val="00694BDC"/>
    <w:rsid w:val="006955C7"/>
    <w:rsid w:val="00695C98"/>
    <w:rsid w:val="0069685C"/>
    <w:rsid w:val="00696F92"/>
    <w:rsid w:val="0069755D"/>
    <w:rsid w:val="006977C5"/>
    <w:rsid w:val="006A0E65"/>
    <w:rsid w:val="006A15FF"/>
    <w:rsid w:val="006A1C5A"/>
    <w:rsid w:val="006A1EEE"/>
    <w:rsid w:val="006A2282"/>
    <w:rsid w:val="006A2834"/>
    <w:rsid w:val="006A3EE6"/>
    <w:rsid w:val="006A3F32"/>
    <w:rsid w:val="006A42B2"/>
    <w:rsid w:val="006A4B01"/>
    <w:rsid w:val="006A515D"/>
    <w:rsid w:val="006A5866"/>
    <w:rsid w:val="006A6468"/>
    <w:rsid w:val="006A69AE"/>
    <w:rsid w:val="006A7405"/>
    <w:rsid w:val="006A78E8"/>
    <w:rsid w:val="006A7E33"/>
    <w:rsid w:val="006B1027"/>
    <w:rsid w:val="006B10BA"/>
    <w:rsid w:val="006B14CC"/>
    <w:rsid w:val="006B3588"/>
    <w:rsid w:val="006B3659"/>
    <w:rsid w:val="006B4D39"/>
    <w:rsid w:val="006B50A5"/>
    <w:rsid w:val="006B5279"/>
    <w:rsid w:val="006B5319"/>
    <w:rsid w:val="006B5C08"/>
    <w:rsid w:val="006B6493"/>
    <w:rsid w:val="006B70FC"/>
    <w:rsid w:val="006B7461"/>
    <w:rsid w:val="006B74BD"/>
    <w:rsid w:val="006B7BCB"/>
    <w:rsid w:val="006C0193"/>
    <w:rsid w:val="006C082E"/>
    <w:rsid w:val="006C119C"/>
    <w:rsid w:val="006C1321"/>
    <w:rsid w:val="006C195B"/>
    <w:rsid w:val="006C1BBB"/>
    <w:rsid w:val="006C1EF1"/>
    <w:rsid w:val="006C245D"/>
    <w:rsid w:val="006C3214"/>
    <w:rsid w:val="006C49A2"/>
    <w:rsid w:val="006C4F04"/>
    <w:rsid w:val="006C5A36"/>
    <w:rsid w:val="006C5F85"/>
    <w:rsid w:val="006C66FF"/>
    <w:rsid w:val="006C6B47"/>
    <w:rsid w:val="006C6C4B"/>
    <w:rsid w:val="006C761C"/>
    <w:rsid w:val="006C7920"/>
    <w:rsid w:val="006D0751"/>
    <w:rsid w:val="006D0B9B"/>
    <w:rsid w:val="006D0DB8"/>
    <w:rsid w:val="006D1011"/>
    <w:rsid w:val="006D2612"/>
    <w:rsid w:val="006D2B02"/>
    <w:rsid w:val="006D3818"/>
    <w:rsid w:val="006D4340"/>
    <w:rsid w:val="006D6102"/>
    <w:rsid w:val="006D6460"/>
    <w:rsid w:val="006D6CAA"/>
    <w:rsid w:val="006D7D20"/>
    <w:rsid w:val="006E0588"/>
    <w:rsid w:val="006E45BE"/>
    <w:rsid w:val="006E4F7F"/>
    <w:rsid w:val="006E5151"/>
    <w:rsid w:val="006E5C65"/>
    <w:rsid w:val="006E610E"/>
    <w:rsid w:val="006E643C"/>
    <w:rsid w:val="006E6719"/>
    <w:rsid w:val="006E768E"/>
    <w:rsid w:val="006F055A"/>
    <w:rsid w:val="006F0895"/>
    <w:rsid w:val="006F153E"/>
    <w:rsid w:val="006F209A"/>
    <w:rsid w:val="006F32CC"/>
    <w:rsid w:val="006F47CC"/>
    <w:rsid w:val="006F49EE"/>
    <w:rsid w:val="006F5010"/>
    <w:rsid w:val="006F52A7"/>
    <w:rsid w:val="006F54F2"/>
    <w:rsid w:val="006F6756"/>
    <w:rsid w:val="006F6C4D"/>
    <w:rsid w:val="006F7EE3"/>
    <w:rsid w:val="006F7F76"/>
    <w:rsid w:val="007004B6"/>
    <w:rsid w:val="007008B1"/>
    <w:rsid w:val="00700928"/>
    <w:rsid w:val="00701FC8"/>
    <w:rsid w:val="00703D27"/>
    <w:rsid w:val="00703F7E"/>
    <w:rsid w:val="00704377"/>
    <w:rsid w:val="00704FCB"/>
    <w:rsid w:val="00705D43"/>
    <w:rsid w:val="0070689F"/>
    <w:rsid w:val="00706FFA"/>
    <w:rsid w:val="007078D6"/>
    <w:rsid w:val="00707B1E"/>
    <w:rsid w:val="00707BD5"/>
    <w:rsid w:val="00707F3D"/>
    <w:rsid w:val="0071046D"/>
    <w:rsid w:val="00711647"/>
    <w:rsid w:val="00711CC9"/>
    <w:rsid w:val="00712D02"/>
    <w:rsid w:val="007132A8"/>
    <w:rsid w:val="00713A3D"/>
    <w:rsid w:val="00713AC4"/>
    <w:rsid w:val="00713FCB"/>
    <w:rsid w:val="00714502"/>
    <w:rsid w:val="00715CEB"/>
    <w:rsid w:val="00715D36"/>
    <w:rsid w:val="007166E2"/>
    <w:rsid w:val="00717445"/>
    <w:rsid w:val="00717D7D"/>
    <w:rsid w:val="0072129E"/>
    <w:rsid w:val="007216A7"/>
    <w:rsid w:val="007216AE"/>
    <w:rsid w:val="00722B1E"/>
    <w:rsid w:val="00722C96"/>
    <w:rsid w:val="0072352F"/>
    <w:rsid w:val="007247DB"/>
    <w:rsid w:val="007248E6"/>
    <w:rsid w:val="00724975"/>
    <w:rsid w:val="0072513F"/>
    <w:rsid w:val="00726BFF"/>
    <w:rsid w:val="00726C65"/>
    <w:rsid w:val="007276FF"/>
    <w:rsid w:val="00727BE2"/>
    <w:rsid w:val="00730B2D"/>
    <w:rsid w:val="00730B38"/>
    <w:rsid w:val="00731A28"/>
    <w:rsid w:val="00731AE6"/>
    <w:rsid w:val="00731D88"/>
    <w:rsid w:val="00732528"/>
    <w:rsid w:val="00733AC2"/>
    <w:rsid w:val="007346C4"/>
    <w:rsid w:val="00734729"/>
    <w:rsid w:val="0073496F"/>
    <w:rsid w:val="00734CAF"/>
    <w:rsid w:val="0073735C"/>
    <w:rsid w:val="007374ED"/>
    <w:rsid w:val="0073759E"/>
    <w:rsid w:val="00737781"/>
    <w:rsid w:val="00737AB9"/>
    <w:rsid w:val="00737D09"/>
    <w:rsid w:val="00737D66"/>
    <w:rsid w:val="007412D9"/>
    <w:rsid w:val="0074149C"/>
    <w:rsid w:val="00742AF7"/>
    <w:rsid w:val="007439D4"/>
    <w:rsid w:val="00743DB1"/>
    <w:rsid w:val="007447D0"/>
    <w:rsid w:val="00744AA8"/>
    <w:rsid w:val="00744FF5"/>
    <w:rsid w:val="00745AEA"/>
    <w:rsid w:val="007475A7"/>
    <w:rsid w:val="00747906"/>
    <w:rsid w:val="00747D3C"/>
    <w:rsid w:val="007505E9"/>
    <w:rsid w:val="007506F3"/>
    <w:rsid w:val="007521FD"/>
    <w:rsid w:val="00753283"/>
    <w:rsid w:val="00753346"/>
    <w:rsid w:val="00754118"/>
    <w:rsid w:val="00754552"/>
    <w:rsid w:val="007553A5"/>
    <w:rsid w:val="007553C8"/>
    <w:rsid w:val="00755D98"/>
    <w:rsid w:val="00755EC9"/>
    <w:rsid w:val="00755F4D"/>
    <w:rsid w:val="00756987"/>
    <w:rsid w:val="00756C53"/>
    <w:rsid w:val="0076043B"/>
    <w:rsid w:val="00763679"/>
    <w:rsid w:val="007636C4"/>
    <w:rsid w:val="00763CCC"/>
    <w:rsid w:val="00764448"/>
    <w:rsid w:val="007655EB"/>
    <w:rsid w:val="00766432"/>
    <w:rsid w:val="00766AEF"/>
    <w:rsid w:val="0076710C"/>
    <w:rsid w:val="00767874"/>
    <w:rsid w:val="00767AE5"/>
    <w:rsid w:val="00770135"/>
    <w:rsid w:val="00770247"/>
    <w:rsid w:val="007704B0"/>
    <w:rsid w:val="00770628"/>
    <w:rsid w:val="00770669"/>
    <w:rsid w:val="00770A79"/>
    <w:rsid w:val="00770E15"/>
    <w:rsid w:val="007712F6"/>
    <w:rsid w:val="007714C8"/>
    <w:rsid w:val="0077184D"/>
    <w:rsid w:val="0077191A"/>
    <w:rsid w:val="00771FFA"/>
    <w:rsid w:val="00772EA6"/>
    <w:rsid w:val="00775438"/>
    <w:rsid w:val="00775621"/>
    <w:rsid w:val="00776208"/>
    <w:rsid w:val="00776B1C"/>
    <w:rsid w:val="00776CD8"/>
    <w:rsid w:val="0077756B"/>
    <w:rsid w:val="0077784C"/>
    <w:rsid w:val="00777D5E"/>
    <w:rsid w:val="00780FE2"/>
    <w:rsid w:val="00781B43"/>
    <w:rsid w:val="007824CC"/>
    <w:rsid w:val="0078260F"/>
    <w:rsid w:val="007836F4"/>
    <w:rsid w:val="00783F2A"/>
    <w:rsid w:val="00783F2F"/>
    <w:rsid w:val="00784132"/>
    <w:rsid w:val="00784168"/>
    <w:rsid w:val="00784C3F"/>
    <w:rsid w:val="00785134"/>
    <w:rsid w:val="00785CA9"/>
    <w:rsid w:val="007867B3"/>
    <w:rsid w:val="00787829"/>
    <w:rsid w:val="00790092"/>
    <w:rsid w:val="00790C27"/>
    <w:rsid w:val="00791C97"/>
    <w:rsid w:val="00793CF0"/>
    <w:rsid w:val="00793DF1"/>
    <w:rsid w:val="00794305"/>
    <w:rsid w:val="00794723"/>
    <w:rsid w:val="00794A19"/>
    <w:rsid w:val="00795AC4"/>
    <w:rsid w:val="0079692C"/>
    <w:rsid w:val="007A01BA"/>
    <w:rsid w:val="007A0B66"/>
    <w:rsid w:val="007A28FB"/>
    <w:rsid w:val="007A2BA3"/>
    <w:rsid w:val="007A31A3"/>
    <w:rsid w:val="007A3E41"/>
    <w:rsid w:val="007A4313"/>
    <w:rsid w:val="007A4493"/>
    <w:rsid w:val="007A5CD9"/>
    <w:rsid w:val="007A6A6F"/>
    <w:rsid w:val="007A7B1A"/>
    <w:rsid w:val="007B0593"/>
    <w:rsid w:val="007B0E71"/>
    <w:rsid w:val="007B1127"/>
    <w:rsid w:val="007B130B"/>
    <w:rsid w:val="007B1707"/>
    <w:rsid w:val="007B28D5"/>
    <w:rsid w:val="007B292C"/>
    <w:rsid w:val="007B36E0"/>
    <w:rsid w:val="007B38CA"/>
    <w:rsid w:val="007B3B6B"/>
    <w:rsid w:val="007B3E69"/>
    <w:rsid w:val="007B4703"/>
    <w:rsid w:val="007B541D"/>
    <w:rsid w:val="007B5492"/>
    <w:rsid w:val="007B5AF4"/>
    <w:rsid w:val="007B6000"/>
    <w:rsid w:val="007C0747"/>
    <w:rsid w:val="007C0BA1"/>
    <w:rsid w:val="007C114A"/>
    <w:rsid w:val="007C1D14"/>
    <w:rsid w:val="007C2347"/>
    <w:rsid w:val="007C3173"/>
    <w:rsid w:val="007C331F"/>
    <w:rsid w:val="007C342E"/>
    <w:rsid w:val="007C3B06"/>
    <w:rsid w:val="007C3FC6"/>
    <w:rsid w:val="007C414B"/>
    <w:rsid w:val="007C4FC7"/>
    <w:rsid w:val="007C54F6"/>
    <w:rsid w:val="007C5975"/>
    <w:rsid w:val="007C72B6"/>
    <w:rsid w:val="007D0160"/>
    <w:rsid w:val="007D0606"/>
    <w:rsid w:val="007D07AB"/>
    <w:rsid w:val="007D1084"/>
    <w:rsid w:val="007D10B4"/>
    <w:rsid w:val="007D362D"/>
    <w:rsid w:val="007D366A"/>
    <w:rsid w:val="007D38A2"/>
    <w:rsid w:val="007D567E"/>
    <w:rsid w:val="007D643D"/>
    <w:rsid w:val="007D6A07"/>
    <w:rsid w:val="007D71D5"/>
    <w:rsid w:val="007D774F"/>
    <w:rsid w:val="007E00E6"/>
    <w:rsid w:val="007E0AA3"/>
    <w:rsid w:val="007E0B80"/>
    <w:rsid w:val="007E137E"/>
    <w:rsid w:val="007E1BBE"/>
    <w:rsid w:val="007E21B5"/>
    <w:rsid w:val="007E2288"/>
    <w:rsid w:val="007E29D4"/>
    <w:rsid w:val="007E2A36"/>
    <w:rsid w:val="007E3EE9"/>
    <w:rsid w:val="007E4A8D"/>
    <w:rsid w:val="007E4D9C"/>
    <w:rsid w:val="007E5563"/>
    <w:rsid w:val="007E5DE7"/>
    <w:rsid w:val="007E6837"/>
    <w:rsid w:val="007E6C3C"/>
    <w:rsid w:val="007E6C84"/>
    <w:rsid w:val="007E762C"/>
    <w:rsid w:val="007E7735"/>
    <w:rsid w:val="007F0076"/>
    <w:rsid w:val="007F04B9"/>
    <w:rsid w:val="007F0FAD"/>
    <w:rsid w:val="007F211C"/>
    <w:rsid w:val="007F23A5"/>
    <w:rsid w:val="007F3784"/>
    <w:rsid w:val="007F3EE3"/>
    <w:rsid w:val="007F43AA"/>
    <w:rsid w:val="007F4498"/>
    <w:rsid w:val="007F4F45"/>
    <w:rsid w:val="007F50A2"/>
    <w:rsid w:val="007F556A"/>
    <w:rsid w:val="007F661B"/>
    <w:rsid w:val="007F72D8"/>
    <w:rsid w:val="007F7FC0"/>
    <w:rsid w:val="008007BD"/>
    <w:rsid w:val="008011A8"/>
    <w:rsid w:val="008016D5"/>
    <w:rsid w:val="008018AE"/>
    <w:rsid w:val="008019A7"/>
    <w:rsid w:val="00801AD9"/>
    <w:rsid w:val="0080296D"/>
    <w:rsid w:val="00803606"/>
    <w:rsid w:val="008036CB"/>
    <w:rsid w:val="00803AAB"/>
    <w:rsid w:val="008053DF"/>
    <w:rsid w:val="00805494"/>
    <w:rsid w:val="00805749"/>
    <w:rsid w:val="00805B7E"/>
    <w:rsid w:val="00806F9F"/>
    <w:rsid w:val="00807689"/>
    <w:rsid w:val="00807AB7"/>
    <w:rsid w:val="00807F42"/>
    <w:rsid w:val="00810162"/>
    <w:rsid w:val="00810445"/>
    <w:rsid w:val="0081059F"/>
    <w:rsid w:val="008106AD"/>
    <w:rsid w:val="00810E21"/>
    <w:rsid w:val="00811314"/>
    <w:rsid w:val="00813368"/>
    <w:rsid w:val="00815951"/>
    <w:rsid w:val="008165BB"/>
    <w:rsid w:val="008175F7"/>
    <w:rsid w:val="00817616"/>
    <w:rsid w:val="00820813"/>
    <w:rsid w:val="00820831"/>
    <w:rsid w:val="008210C4"/>
    <w:rsid w:val="008211E0"/>
    <w:rsid w:val="008217B9"/>
    <w:rsid w:val="00822417"/>
    <w:rsid w:val="00822E0A"/>
    <w:rsid w:val="00823B66"/>
    <w:rsid w:val="00824D49"/>
    <w:rsid w:val="00825287"/>
    <w:rsid w:val="00825CBB"/>
    <w:rsid w:val="0082617D"/>
    <w:rsid w:val="00826B41"/>
    <w:rsid w:val="00827B35"/>
    <w:rsid w:val="00827D71"/>
    <w:rsid w:val="00830924"/>
    <w:rsid w:val="00830D97"/>
    <w:rsid w:val="008330E6"/>
    <w:rsid w:val="00833399"/>
    <w:rsid w:val="008333D4"/>
    <w:rsid w:val="00833BA4"/>
    <w:rsid w:val="00834745"/>
    <w:rsid w:val="00834A84"/>
    <w:rsid w:val="00836A5F"/>
    <w:rsid w:val="00837A4F"/>
    <w:rsid w:val="00837E14"/>
    <w:rsid w:val="0084043A"/>
    <w:rsid w:val="00840DE5"/>
    <w:rsid w:val="00840E58"/>
    <w:rsid w:val="00841FC1"/>
    <w:rsid w:val="0084269C"/>
    <w:rsid w:val="008427DC"/>
    <w:rsid w:val="008431F3"/>
    <w:rsid w:val="00844ED2"/>
    <w:rsid w:val="008451AE"/>
    <w:rsid w:val="00850161"/>
    <w:rsid w:val="00850EE2"/>
    <w:rsid w:val="00851687"/>
    <w:rsid w:val="00851977"/>
    <w:rsid w:val="0085273C"/>
    <w:rsid w:val="00853441"/>
    <w:rsid w:val="008534BF"/>
    <w:rsid w:val="00853755"/>
    <w:rsid w:val="00853CDC"/>
    <w:rsid w:val="008544E5"/>
    <w:rsid w:val="00854E95"/>
    <w:rsid w:val="00855139"/>
    <w:rsid w:val="0085515A"/>
    <w:rsid w:val="00855832"/>
    <w:rsid w:val="0085647A"/>
    <w:rsid w:val="008570B0"/>
    <w:rsid w:val="00857FEF"/>
    <w:rsid w:val="00860606"/>
    <w:rsid w:val="0086188D"/>
    <w:rsid w:val="00861CC0"/>
    <w:rsid w:val="0086215B"/>
    <w:rsid w:val="00862C56"/>
    <w:rsid w:val="00862CEB"/>
    <w:rsid w:val="00864F89"/>
    <w:rsid w:val="00865407"/>
    <w:rsid w:val="00865954"/>
    <w:rsid w:val="00866DC1"/>
    <w:rsid w:val="00867196"/>
    <w:rsid w:val="00867507"/>
    <w:rsid w:val="008701E6"/>
    <w:rsid w:val="00870670"/>
    <w:rsid w:val="008717F6"/>
    <w:rsid w:val="00871995"/>
    <w:rsid w:val="00871B63"/>
    <w:rsid w:val="00871C3C"/>
    <w:rsid w:val="008724F0"/>
    <w:rsid w:val="0087292F"/>
    <w:rsid w:val="008729E5"/>
    <w:rsid w:val="00875071"/>
    <w:rsid w:val="0087516C"/>
    <w:rsid w:val="00875B22"/>
    <w:rsid w:val="008777F2"/>
    <w:rsid w:val="00877A5A"/>
    <w:rsid w:val="00877EF9"/>
    <w:rsid w:val="00880611"/>
    <w:rsid w:val="008810F3"/>
    <w:rsid w:val="00883E83"/>
    <w:rsid w:val="00883FC7"/>
    <w:rsid w:val="00884739"/>
    <w:rsid w:val="00884A76"/>
    <w:rsid w:val="00886146"/>
    <w:rsid w:val="00886FFA"/>
    <w:rsid w:val="00887CF9"/>
    <w:rsid w:val="00887DC2"/>
    <w:rsid w:val="00890892"/>
    <w:rsid w:val="00891552"/>
    <w:rsid w:val="00891625"/>
    <w:rsid w:val="008923C7"/>
    <w:rsid w:val="00892903"/>
    <w:rsid w:val="00892A7C"/>
    <w:rsid w:val="00892AA8"/>
    <w:rsid w:val="00892F68"/>
    <w:rsid w:val="008936F6"/>
    <w:rsid w:val="00893757"/>
    <w:rsid w:val="008938FD"/>
    <w:rsid w:val="00894470"/>
    <w:rsid w:val="008952EC"/>
    <w:rsid w:val="008958D0"/>
    <w:rsid w:val="008A0087"/>
    <w:rsid w:val="008A026F"/>
    <w:rsid w:val="008A03CE"/>
    <w:rsid w:val="008A072F"/>
    <w:rsid w:val="008A17D5"/>
    <w:rsid w:val="008A1F37"/>
    <w:rsid w:val="008A3590"/>
    <w:rsid w:val="008A36FA"/>
    <w:rsid w:val="008A4713"/>
    <w:rsid w:val="008A4C17"/>
    <w:rsid w:val="008A6728"/>
    <w:rsid w:val="008A72B3"/>
    <w:rsid w:val="008A7F60"/>
    <w:rsid w:val="008B02B3"/>
    <w:rsid w:val="008B122F"/>
    <w:rsid w:val="008B37CC"/>
    <w:rsid w:val="008B4797"/>
    <w:rsid w:val="008B4EA5"/>
    <w:rsid w:val="008B4EF5"/>
    <w:rsid w:val="008B5ADD"/>
    <w:rsid w:val="008B6889"/>
    <w:rsid w:val="008B6D58"/>
    <w:rsid w:val="008C0564"/>
    <w:rsid w:val="008C1789"/>
    <w:rsid w:val="008C1C32"/>
    <w:rsid w:val="008C1D3C"/>
    <w:rsid w:val="008C28E2"/>
    <w:rsid w:val="008C2A9E"/>
    <w:rsid w:val="008C2E15"/>
    <w:rsid w:val="008C31F1"/>
    <w:rsid w:val="008C335B"/>
    <w:rsid w:val="008C45F3"/>
    <w:rsid w:val="008C48BF"/>
    <w:rsid w:val="008C4A81"/>
    <w:rsid w:val="008C4B92"/>
    <w:rsid w:val="008C5B73"/>
    <w:rsid w:val="008C5CC4"/>
    <w:rsid w:val="008C7185"/>
    <w:rsid w:val="008C77AA"/>
    <w:rsid w:val="008D016C"/>
    <w:rsid w:val="008D0B26"/>
    <w:rsid w:val="008D116E"/>
    <w:rsid w:val="008D2CF9"/>
    <w:rsid w:val="008D2D33"/>
    <w:rsid w:val="008D31ED"/>
    <w:rsid w:val="008D38DA"/>
    <w:rsid w:val="008D3C14"/>
    <w:rsid w:val="008D4D30"/>
    <w:rsid w:val="008D50F9"/>
    <w:rsid w:val="008D51FF"/>
    <w:rsid w:val="008D581C"/>
    <w:rsid w:val="008D59FB"/>
    <w:rsid w:val="008D611D"/>
    <w:rsid w:val="008D6B63"/>
    <w:rsid w:val="008D6B9A"/>
    <w:rsid w:val="008D7133"/>
    <w:rsid w:val="008D773A"/>
    <w:rsid w:val="008D7CDB"/>
    <w:rsid w:val="008D7F41"/>
    <w:rsid w:val="008E068F"/>
    <w:rsid w:val="008E0A91"/>
    <w:rsid w:val="008E0C60"/>
    <w:rsid w:val="008E0F98"/>
    <w:rsid w:val="008E1303"/>
    <w:rsid w:val="008E19C7"/>
    <w:rsid w:val="008E1EA1"/>
    <w:rsid w:val="008E20EA"/>
    <w:rsid w:val="008E2DC2"/>
    <w:rsid w:val="008E3956"/>
    <w:rsid w:val="008E3B5E"/>
    <w:rsid w:val="008E3BE5"/>
    <w:rsid w:val="008E5458"/>
    <w:rsid w:val="008E5990"/>
    <w:rsid w:val="008E59C3"/>
    <w:rsid w:val="008E7783"/>
    <w:rsid w:val="008F0667"/>
    <w:rsid w:val="008F0831"/>
    <w:rsid w:val="008F158F"/>
    <w:rsid w:val="008F1676"/>
    <w:rsid w:val="008F3395"/>
    <w:rsid w:val="008F37C2"/>
    <w:rsid w:val="008F52DE"/>
    <w:rsid w:val="008F561F"/>
    <w:rsid w:val="008F5992"/>
    <w:rsid w:val="00901B10"/>
    <w:rsid w:val="0090337A"/>
    <w:rsid w:val="00903542"/>
    <w:rsid w:val="00903804"/>
    <w:rsid w:val="009038DA"/>
    <w:rsid w:val="00903FC2"/>
    <w:rsid w:val="00904640"/>
    <w:rsid w:val="00905833"/>
    <w:rsid w:val="00906376"/>
    <w:rsid w:val="00906F15"/>
    <w:rsid w:val="00907E6A"/>
    <w:rsid w:val="00907F83"/>
    <w:rsid w:val="00910E8E"/>
    <w:rsid w:val="00911A4A"/>
    <w:rsid w:val="00912294"/>
    <w:rsid w:val="00912615"/>
    <w:rsid w:val="00912BEC"/>
    <w:rsid w:val="00914349"/>
    <w:rsid w:val="009145D9"/>
    <w:rsid w:val="00914DA5"/>
    <w:rsid w:val="00915916"/>
    <w:rsid w:val="00916492"/>
    <w:rsid w:val="0091764A"/>
    <w:rsid w:val="00917720"/>
    <w:rsid w:val="00917794"/>
    <w:rsid w:val="009213FC"/>
    <w:rsid w:val="009215C4"/>
    <w:rsid w:val="009222D0"/>
    <w:rsid w:val="00923189"/>
    <w:rsid w:val="009234FA"/>
    <w:rsid w:val="009237E4"/>
    <w:rsid w:val="00923D7C"/>
    <w:rsid w:val="0092456F"/>
    <w:rsid w:val="009273C0"/>
    <w:rsid w:val="009278A4"/>
    <w:rsid w:val="00927A10"/>
    <w:rsid w:val="009305DF"/>
    <w:rsid w:val="009309B1"/>
    <w:rsid w:val="0093272E"/>
    <w:rsid w:val="00932DED"/>
    <w:rsid w:val="009331ED"/>
    <w:rsid w:val="009333A5"/>
    <w:rsid w:val="00935181"/>
    <w:rsid w:val="0093599C"/>
    <w:rsid w:val="00935A49"/>
    <w:rsid w:val="00936D68"/>
    <w:rsid w:val="009407D9"/>
    <w:rsid w:val="00941782"/>
    <w:rsid w:val="0094186B"/>
    <w:rsid w:val="00941985"/>
    <w:rsid w:val="00942D3D"/>
    <w:rsid w:val="009430D0"/>
    <w:rsid w:val="00944576"/>
    <w:rsid w:val="009447F2"/>
    <w:rsid w:val="00944B18"/>
    <w:rsid w:val="00947D8E"/>
    <w:rsid w:val="00947F14"/>
    <w:rsid w:val="00950593"/>
    <w:rsid w:val="00951701"/>
    <w:rsid w:val="00951BD0"/>
    <w:rsid w:val="00952319"/>
    <w:rsid w:val="00953D81"/>
    <w:rsid w:val="00953D9A"/>
    <w:rsid w:val="00954F7E"/>
    <w:rsid w:val="00955A15"/>
    <w:rsid w:val="00955D63"/>
    <w:rsid w:val="00956BE5"/>
    <w:rsid w:val="00956D0F"/>
    <w:rsid w:val="009576A9"/>
    <w:rsid w:val="00957A00"/>
    <w:rsid w:val="00957D44"/>
    <w:rsid w:val="009634E2"/>
    <w:rsid w:val="00964EF7"/>
    <w:rsid w:val="0096602E"/>
    <w:rsid w:val="00967901"/>
    <w:rsid w:val="0097059E"/>
    <w:rsid w:val="00971CDB"/>
    <w:rsid w:val="009722F1"/>
    <w:rsid w:val="00973635"/>
    <w:rsid w:val="00973AE8"/>
    <w:rsid w:val="00973DE5"/>
    <w:rsid w:val="009746E2"/>
    <w:rsid w:val="009759F9"/>
    <w:rsid w:val="00976E43"/>
    <w:rsid w:val="009776ED"/>
    <w:rsid w:val="00980040"/>
    <w:rsid w:val="00980A63"/>
    <w:rsid w:val="0098113C"/>
    <w:rsid w:val="009811AC"/>
    <w:rsid w:val="0098128D"/>
    <w:rsid w:val="00981F46"/>
    <w:rsid w:val="0098285D"/>
    <w:rsid w:val="0098306A"/>
    <w:rsid w:val="0098484A"/>
    <w:rsid w:val="00985484"/>
    <w:rsid w:val="0098636D"/>
    <w:rsid w:val="00986691"/>
    <w:rsid w:val="00986E90"/>
    <w:rsid w:val="00987F0F"/>
    <w:rsid w:val="009903B1"/>
    <w:rsid w:val="00990906"/>
    <w:rsid w:val="00990C11"/>
    <w:rsid w:val="00990E51"/>
    <w:rsid w:val="0099174E"/>
    <w:rsid w:val="00991806"/>
    <w:rsid w:val="00992112"/>
    <w:rsid w:val="00992DB4"/>
    <w:rsid w:val="00992F18"/>
    <w:rsid w:val="0099394A"/>
    <w:rsid w:val="00993CCC"/>
    <w:rsid w:val="00993F3E"/>
    <w:rsid w:val="0099539D"/>
    <w:rsid w:val="00995586"/>
    <w:rsid w:val="00995BD6"/>
    <w:rsid w:val="00995EB0"/>
    <w:rsid w:val="009A0033"/>
    <w:rsid w:val="009A070A"/>
    <w:rsid w:val="009A09EF"/>
    <w:rsid w:val="009A1118"/>
    <w:rsid w:val="009A17FF"/>
    <w:rsid w:val="009A1A43"/>
    <w:rsid w:val="009A23AF"/>
    <w:rsid w:val="009A2C1A"/>
    <w:rsid w:val="009A2E5D"/>
    <w:rsid w:val="009A302B"/>
    <w:rsid w:val="009A3D57"/>
    <w:rsid w:val="009A4860"/>
    <w:rsid w:val="009A4902"/>
    <w:rsid w:val="009A4D13"/>
    <w:rsid w:val="009A57BB"/>
    <w:rsid w:val="009A650D"/>
    <w:rsid w:val="009B09FE"/>
    <w:rsid w:val="009B0B58"/>
    <w:rsid w:val="009B226B"/>
    <w:rsid w:val="009B2EA6"/>
    <w:rsid w:val="009B303D"/>
    <w:rsid w:val="009B386E"/>
    <w:rsid w:val="009B3AFF"/>
    <w:rsid w:val="009B427A"/>
    <w:rsid w:val="009B4402"/>
    <w:rsid w:val="009B47C0"/>
    <w:rsid w:val="009B616B"/>
    <w:rsid w:val="009B6502"/>
    <w:rsid w:val="009B6E42"/>
    <w:rsid w:val="009B7AC6"/>
    <w:rsid w:val="009B7C1A"/>
    <w:rsid w:val="009C007F"/>
    <w:rsid w:val="009C0B16"/>
    <w:rsid w:val="009C1073"/>
    <w:rsid w:val="009C19D6"/>
    <w:rsid w:val="009C1BFF"/>
    <w:rsid w:val="009C1F9E"/>
    <w:rsid w:val="009C2CE8"/>
    <w:rsid w:val="009C4523"/>
    <w:rsid w:val="009C46E4"/>
    <w:rsid w:val="009C6E28"/>
    <w:rsid w:val="009C7958"/>
    <w:rsid w:val="009C7EDE"/>
    <w:rsid w:val="009D00B7"/>
    <w:rsid w:val="009D0EAB"/>
    <w:rsid w:val="009D1D25"/>
    <w:rsid w:val="009D220C"/>
    <w:rsid w:val="009D287F"/>
    <w:rsid w:val="009D2E04"/>
    <w:rsid w:val="009D2E7A"/>
    <w:rsid w:val="009D38FB"/>
    <w:rsid w:val="009D39AB"/>
    <w:rsid w:val="009D400D"/>
    <w:rsid w:val="009D415D"/>
    <w:rsid w:val="009D4763"/>
    <w:rsid w:val="009D5F96"/>
    <w:rsid w:val="009D5FDB"/>
    <w:rsid w:val="009D6AA8"/>
    <w:rsid w:val="009E1478"/>
    <w:rsid w:val="009E19F1"/>
    <w:rsid w:val="009E1CC5"/>
    <w:rsid w:val="009E1DBA"/>
    <w:rsid w:val="009E2263"/>
    <w:rsid w:val="009E23A5"/>
    <w:rsid w:val="009E2DB8"/>
    <w:rsid w:val="009E4B01"/>
    <w:rsid w:val="009E55EE"/>
    <w:rsid w:val="009E65C0"/>
    <w:rsid w:val="009E69BF"/>
    <w:rsid w:val="009E71DE"/>
    <w:rsid w:val="009E735C"/>
    <w:rsid w:val="009F0225"/>
    <w:rsid w:val="009F038C"/>
    <w:rsid w:val="009F2447"/>
    <w:rsid w:val="009F400C"/>
    <w:rsid w:val="009F4292"/>
    <w:rsid w:val="009F490C"/>
    <w:rsid w:val="009F4C15"/>
    <w:rsid w:val="009F56F4"/>
    <w:rsid w:val="009F78FB"/>
    <w:rsid w:val="00A00163"/>
    <w:rsid w:val="00A004D1"/>
    <w:rsid w:val="00A0098D"/>
    <w:rsid w:val="00A00FDD"/>
    <w:rsid w:val="00A016D0"/>
    <w:rsid w:val="00A016F8"/>
    <w:rsid w:val="00A01DBA"/>
    <w:rsid w:val="00A02A33"/>
    <w:rsid w:val="00A02D7D"/>
    <w:rsid w:val="00A037DE"/>
    <w:rsid w:val="00A0430C"/>
    <w:rsid w:val="00A04384"/>
    <w:rsid w:val="00A05D20"/>
    <w:rsid w:val="00A06012"/>
    <w:rsid w:val="00A06630"/>
    <w:rsid w:val="00A075F1"/>
    <w:rsid w:val="00A1046B"/>
    <w:rsid w:val="00A10B7B"/>
    <w:rsid w:val="00A118F7"/>
    <w:rsid w:val="00A124BD"/>
    <w:rsid w:val="00A12C65"/>
    <w:rsid w:val="00A13447"/>
    <w:rsid w:val="00A14510"/>
    <w:rsid w:val="00A14618"/>
    <w:rsid w:val="00A14DFF"/>
    <w:rsid w:val="00A150AA"/>
    <w:rsid w:val="00A1663D"/>
    <w:rsid w:val="00A17CF0"/>
    <w:rsid w:val="00A21766"/>
    <w:rsid w:val="00A21850"/>
    <w:rsid w:val="00A218EA"/>
    <w:rsid w:val="00A2202F"/>
    <w:rsid w:val="00A22764"/>
    <w:rsid w:val="00A22A1C"/>
    <w:rsid w:val="00A23BD0"/>
    <w:rsid w:val="00A24F9E"/>
    <w:rsid w:val="00A2573D"/>
    <w:rsid w:val="00A26E0B"/>
    <w:rsid w:val="00A27E54"/>
    <w:rsid w:val="00A30090"/>
    <w:rsid w:val="00A30870"/>
    <w:rsid w:val="00A311E9"/>
    <w:rsid w:val="00A312A7"/>
    <w:rsid w:val="00A33386"/>
    <w:rsid w:val="00A34659"/>
    <w:rsid w:val="00A34C15"/>
    <w:rsid w:val="00A354CC"/>
    <w:rsid w:val="00A35687"/>
    <w:rsid w:val="00A35688"/>
    <w:rsid w:val="00A35CF7"/>
    <w:rsid w:val="00A36552"/>
    <w:rsid w:val="00A40019"/>
    <w:rsid w:val="00A403A9"/>
    <w:rsid w:val="00A41373"/>
    <w:rsid w:val="00A429B7"/>
    <w:rsid w:val="00A430C5"/>
    <w:rsid w:val="00A43B81"/>
    <w:rsid w:val="00A43BBF"/>
    <w:rsid w:val="00A44A94"/>
    <w:rsid w:val="00A44ECD"/>
    <w:rsid w:val="00A4509E"/>
    <w:rsid w:val="00A4514E"/>
    <w:rsid w:val="00A451C1"/>
    <w:rsid w:val="00A452A7"/>
    <w:rsid w:val="00A45455"/>
    <w:rsid w:val="00A454E9"/>
    <w:rsid w:val="00A465AB"/>
    <w:rsid w:val="00A468B3"/>
    <w:rsid w:val="00A468C1"/>
    <w:rsid w:val="00A506D6"/>
    <w:rsid w:val="00A50AFC"/>
    <w:rsid w:val="00A50DD7"/>
    <w:rsid w:val="00A5282E"/>
    <w:rsid w:val="00A52F92"/>
    <w:rsid w:val="00A54020"/>
    <w:rsid w:val="00A54058"/>
    <w:rsid w:val="00A54B3D"/>
    <w:rsid w:val="00A55C98"/>
    <w:rsid w:val="00A56525"/>
    <w:rsid w:val="00A565B0"/>
    <w:rsid w:val="00A56ED1"/>
    <w:rsid w:val="00A57298"/>
    <w:rsid w:val="00A574B6"/>
    <w:rsid w:val="00A57517"/>
    <w:rsid w:val="00A577BD"/>
    <w:rsid w:val="00A57875"/>
    <w:rsid w:val="00A57E13"/>
    <w:rsid w:val="00A601A6"/>
    <w:rsid w:val="00A603E5"/>
    <w:rsid w:val="00A60E10"/>
    <w:rsid w:val="00A6100E"/>
    <w:rsid w:val="00A62C4D"/>
    <w:rsid w:val="00A63FA6"/>
    <w:rsid w:val="00A64B3F"/>
    <w:rsid w:val="00A65B9F"/>
    <w:rsid w:val="00A668DE"/>
    <w:rsid w:val="00A67593"/>
    <w:rsid w:val="00A70450"/>
    <w:rsid w:val="00A70614"/>
    <w:rsid w:val="00A7080C"/>
    <w:rsid w:val="00A70BBE"/>
    <w:rsid w:val="00A70C32"/>
    <w:rsid w:val="00A72315"/>
    <w:rsid w:val="00A72370"/>
    <w:rsid w:val="00A73014"/>
    <w:rsid w:val="00A735AC"/>
    <w:rsid w:val="00A73CAE"/>
    <w:rsid w:val="00A7587A"/>
    <w:rsid w:val="00A75CFE"/>
    <w:rsid w:val="00A75D66"/>
    <w:rsid w:val="00A77069"/>
    <w:rsid w:val="00A77094"/>
    <w:rsid w:val="00A80251"/>
    <w:rsid w:val="00A8098B"/>
    <w:rsid w:val="00A80F77"/>
    <w:rsid w:val="00A81194"/>
    <w:rsid w:val="00A81C06"/>
    <w:rsid w:val="00A81CC2"/>
    <w:rsid w:val="00A82A51"/>
    <w:rsid w:val="00A833D8"/>
    <w:rsid w:val="00A83DFD"/>
    <w:rsid w:val="00A83E39"/>
    <w:rsid w:val="00A83FF5"/>
    <w:rsid w:val="00A84B4B"/>
    <w:rsid w:val="00A86425"/>
    <w:rsid w:val="00A8670D"/>
    <w:rsid w:val="00A86C64"/>
    <w:rsid w:val="00A86EE3"/>
    <w:rsid w:val="00A871A4"/>
    <w:rsid w:val="00A87644"/>
    <w:rsid w:val="00A8778E"/>
    <w:rsid w:val="00A87818"/>
    <w:rsid w:val="00A8790A"/>
    <w:rsid w:val="00A87CD3"/>
    <w:rsid w:val="00A87E26"/>
    <w:rsid w:val="00A901D4"/>
    <w:rsid w:val="00A91314"/>
    <w:rsid w:val="00A9340C"/>
    <w:rsid w:val="00A935C6"/>
    <w:rsid w:val="00A93DC8"/>
    <w:rsid w:val="00A946DE"/>
    <w:rsid w:val="00A9593E"/>
    <w:rsid w:val="00A95E9A"/>
    <w:rsid w:val="00A96A1B"/>
    <w:rsid w:val="00A97B32"/>
    <w:rsid w:val="00AA0388"/>
    <w:rsid w:val="00AA111E"/>
    <w:rsid w:val="00AA1132"/>
    <w:rsid w:val="00AA2A56"/>
    <w:rsid w:val="00AA2AE0"/>
    <w:rsid w:val="00AA2CD5"/>
    <w:rsid w:val="00AA3752"/>
    <w:rsid w:val="00AA4820"/>
    <w:rsid w:val="00AA5D84"/>
    <w:rsid w:val="00AA6E14"/>
    <w:rsid w:val="00AA7547"/>
    <w:rsid w:val="00AA76D2"/>
    <w:rsid w:val="00AB0700"/>
    <w:rsid w:val="00AB0EA6"/>
    <w:rsid w:val="00AB1B46"/>
    <w:rsid w:val="00AB21FE"/>
    <w:rsid w:val="00AB2B3F"/>
    <w:rsid w:val="00AB2B89"/>
    <w:rsid w:val="00AB3080"/>
    <w:rsid w:val="00AB36A6"/>
    <w:rsid w:val="00AB4E0B"/>
    <w:rsid w:val="00AB6D44"/>
    <w:rsid w:val="00AB6DE2"/>
    <w:rsid w:val="00AB6E6F"/>
    <w:rsid w:val="00AB7EB9"/>
    <w:rsid w:val="00AC015F"/>
    <w:rsid w:val="00AC0F44"/>
    <w:rsid w:val="00AC25C3"/>
    <w:rsid w:val="00AC325E"/>
    <w:rsid w:val="00AC3332"/>
    <w:rsid w:val="00AC3959"/>
    <w:rsid w:val="00AC3E2B"/>
    <w:rsid w:val="00AC4CEC"/>
    <w:rsid w:val="00AC587F"/>
    <w:rsid w:val="00AC6B1C"/>
    <w:rsid w:val="00AC6DFE"/>
    <w:rsid w:val="00AC71A4"/>
    <w:rsid w:val="00AC7731"/>
    <w:rsid w:val="00AC78AD"/>
    <w:rsid w:val="00AC7B72"/>
    <w:rsid w:val="00AC7FCB"/>
    <w:rsid w:val="00AD01CF"/>
    <w:rsid w:val="00AD045E"/>
    <w:rsid w:val="00AD0FCA"/>
    <w:rsid w:val="00AD0FF1"/>
    <w:rsid w:val="00AD1A4E"/>
    <w:rsid w:val="00AD332C"/>
    <w:rsid w:val="00AD3CF6"/>
    <w:rsid w:val="00AD4928"/>
    <w:rsid w:val="00AD4B19"/>
    <w:rsid w:val="00AD55A1"/>
    <w:rsid w:val="00AD58DD"/>
    <w:rsid w:val="00AD5AA9"/>
    <w:rsid w:val="00AD5BCE"/>
    <w:rsid w:val="00AD6337"/>
    <w:rsid w:val="00AD677B"/>
    <w:rsid w:val="00AD6F25"/>
    <w:rsid w:val="00AD74FA"/>
    <w:rsid w:val="00AD79C3"/>
    <w:rsid w:val="00AE0736"/>
    <w:rsid w:val="00AE1D76"/>
    <w:rsid w:val="00AE2AC9"/>
    <w:rsid w:val="00AE2DEB"/>
    <w:rsid w:val="00AE4348"/>
    <w:rsid w:val="00AE5CCB"/>
    <w:rsid w:val="00AE6B35"/>
    <w:rsid w:val="00AE7EFB"/>
    <w:rsid w:val="00AF013B"/>
    <w:rsid w:val="00AF0506"/>
    <w:rsid w:val="00AF16C7"/>
    <w:rsid w:val="00AF1E68"/>
    <w:rsid w:val="00AF38D6"/>
    <w:rsid w:val="00AF5FA4"/>
    <w:rsid w:val="00AF60F6"/>
    <w:rsid w:val="00B003AF"/>
    <w:rsid w:val="00B018AC"/>
    <w:rsid w:val="00B01B1A"/>
    <w:rsid w:val="00B020AD"/>
    <w:rsid w:val="00B03CC4"/>
    <w:rsid w:val="00B0425C"/>
    <w:rsid w:val="00B045D3"/>
    <w:rsid w:val="00B04CAF"/>
    <w:rsid w:val="00B04F0C"/>
    <w:rsid w:val="00B051E3"/>
    <w:rsid w:val="00B06046"/>
    <w:rsid w:val="00B06242"/>
    <w:rsid w:val="00B064D0"/>
    <w:rsid w:val="00B10ED3"/>
    <w:rsid w:val="00B11DA4"/>
    <w:rsid w:val="00B122B1"/>
    <w:rsid w:val="00B126F0"/>
    <w:rsid w:val="00B12C73"/>
    <w:rsid w:val="00B13147"/>
    <w:rsid w:val="00B137D0"/>
    <w:rsid w:val="00B148BC"/>
    <w:rsid w:val="00B149A3"/>
    <w:rsid w:val="00B149B9"/>
    <w:rsid w:val="00B14DEA"/>
    <w:rsid w:val="00B14F8C"/>
    <w:rsid w:val="00B15C67"/>
    <w:rsid w:val="00B16013"/>
    <w:rsid w:val="00B161A2"/>
    <w:rsid w:val="00B162DC"/>
    <w:rsid w:val="00B175DD"/>
    <w:rsid w:val="00B17F2F"/>
    <w:rsid w:val="00B2032A"/>
    <w:rsid w:val="00B2071A"/>
    <w:rsid w:val="00B20BDE"/>
    <w:rsid w:val="00B20CBA"/>
    <w:rsid w:val="00B21D7C"/>
    <w:rsid w:val="00B22D70"/>
    <w:rsid w:val="00B23423"/>
    <w:rsid w:val="00B23C9B"/>
    <w:rsid w:val="00B2483F"/>
    <w:rsid w:val="00B31F19"/>
    <w:rsid w:val="00B3385F"/>
    <w:rsid w:val="00B33F87"/>
    <w:rsid w:val="00B34529"/>
    <w:rsid w:val="00B3573D"/>
    <w:rsid w:val="00B35A73"/>
    <w:rsid w:val="00B362F4"/>
    <w:rsid w:val="00B36987"/>
    <w:rsid w:val="00B36ED0"/>
    <w:rsid w:val="00B375BE"/>
    <w:rsid w:val="00B37A87"/>
    <w:rsid w:val="00B37F05"/>
    <w:rsid w:val="00B40AB8"/>
    <w:rsid w:val="00B415F1"/>
    <w:rsid w:val="00B41F0F"/>
    <w:rsid w:val="00B4228F"/>
    <w:rsid w:val="00B42E64"/>
    <w:rsid w:val="00B43713"/>
    <w:rsid w:val="00B43AE1"/>
    <w:rsid w:val="00B44339"/>
    <w:rsid w:val="00B443F4"/>
    <w:rsid w:val="00B4509A"/>
    <w:rsid w:val="00B45ABF"/>
    <w:rsid w:val="00B45AFF"/>
    <w:rsid w:val="00B46306"/>
    <w:rsid w:val="00B46714"/>
    <w:rsid w:val="00B46F2B"/>
    <w:rsid w:val="00B47FAD"/>
    <w:rsid w:val="00B512D1"/>
    <w:rsid w:val="00B51937"/>
    <w:rsid w:val="00B51EBA"/>
    <w:rsid w:val="00B532FD"/>
    <w:rsid w:val="00B53435"/>
    <w:rsid w:val="00B53DA9"/>
    <w:rsid w:val="00B544E3"/>
    <w:rsid w:val="00B54903"/>
    <w:rsid w:val="00B558C7"/>
    <w:rsid w:val="00B55B91"/>
    <w:rsid w:val="00B55FC0"/>
    <w:rsid w:val="00B57D5A"/>
    <w:rsid w:val="00B57E1C"/>
    <w:rsid w:val="00B6041C"/>
    <w:rsid w:val="00B605E9"/>
    <w:rsid w:val="00B61055"/>
    <w:rsid w:val="00B61319"/>
    <w:rsid w:val="00B6144D"/>
    <w:rsid w:val="00B63871"/>
    <w:rsid w:val="00B645D0"/>
    <w:rsid w:val="00B65187"/>
    <w:rsid w:val="00B652D1"/>
    <w:rsid w:val="00B6748C"/>
    <w:rsid w:val="00B67A6C"/>
    <w:rsid w:val="00B71113"/>
    <w:rsid w:val="00B7126D"/>
    <w:rsid w:val="00B71F2A"/>
    <w:rsid w:val="00B7234C"/>
    <w:rsid w:val="00B73505"/>
    <w:rsid w:val="00B73988"/>
    <w:rsid w:val="00B7588C"/>
    <w:rsid w:val="00B7665E"/>
    <w:rsid w:val="00B76F58"/>
    <w:rsid w:val="00B77597"/>
    <w:rsid w:val="00B80713"/>
    <w:rsid w:val="00B80E9C"/>
    <w:rsid w:val="00B82DDE"/>
    <w:rsid w:val="00B83125"/>
    <w:rsid w:val="00B83732"/>
    <w:rsid w:val="00B83C68"/>
    <w:rsid w:val="00B84290"/>
    <w:rsid w:val="00B84581"/>
    <w:rsid w:val="00B84737"/>
    <w:rsid w:val="00B84FBA"/>
    <w:rsid w:val="00B8548D"/>
    <w:rsid w:val="00B8665B"/>
    <w:rsid w:val="00B86821"/>
    <w:rsid w:val="00B87296"/>
    <w:rsid w:val="00B90AAE"/>
    <w:rsid w:val="00B90BAA"/>
    <w:rsid w:val="00B90D63"/>
    <w:rsid w:val="00B91DCD"/>
    <w:rsid w:val="00B92122"/>
    <w:rsid w:val="00B92D2C"/>
    <w:rsid w:val="00B9492F"/>
    <w:rsid w:val="00B94B00"/>
    <w:rsid w:val="00B94E84"/>
    <w:rsid w:val="00B957CB"/>
    <w:rsid w:val="00B95CF0"/>
    <w:rsid w:val="00B96002"/>
    <w:rsid w:val="00B972EF"/>
    <w:rsid w:val="00B97CD7"/>
    <w:rsid w:val="00BA0092"/>
    <w:rsid w:val="00BA0906"/>
    <w:rsid w:val="00BA20EE"/>
    <w:rsid w:val="00BA21CC"/>
    <w:rsid w:val="00BA2942"/>
    <w:rsid w:val="00BA294C"/>
    <w:rsid w:val="00BA2E71"/>
    <w:rsid w:val="00BA45B5"/>
    <w:rsid w:val="00BA47F8"/>
    <w:rsid w:val="00BA4881"/>
    <w:rsid w:val="00BA4E3E"/>
    <w:rsid w:val="00BA5436"/>
    <w:rsid w:val="00BA6045"/>
    <w:rsid w:val="00BA792D"/>
    <w:rsid w:val="00BA7CB4"/>
    <w:rsid w:val="00BB0A2E"/>
    <w:rsid w:val="00BB1360"/>
    <w:rsid w:val="00BB1FCE"/>
    <w:rsid w:val="00BB2B8C"/>
    <w:rsid w:val="00BB2FE3"/>
    <w:rsid w:val="00BB3A00"/>
    <w:rsid w:val="00BB43F8"/>
    <w:rsid w:val="00BB4859"/>
    <w:rsid w:val="00BB494A"/>
    <w:rsid w:val="00BB4F4D"/>
    <w:rsid w:val="00BB54A7"/>
    <w:rsid w:val="00BB553E"/>
    <w:rsid w:val="00BB7119"/>
    <w:rsid w:val="00BC017C"/>
    <w:rsid w:val="00BC047D"/>
    <w:rsid w:val="00BC0FE4"/>
    <w:rsid w:val="00BC1531"/>
    <w:rsid w:val="00BC15C0"/>
    <w:rsid w:val="00BC17C8"/>
    <w:rsid w:val="00BC1EBA"/>
    <w:rsid w:val="00BC221A"/>
    <w:rsid w:val="00BC4BF1"/>
    <w:rsid w:val="00BC6A5D"/>
    <w:rsid w:val="00BC726E"/>
    <w:rsid w:val="00BD0FF5"/>
    <w:rsid w:val="00BD18DD"/>
    <w:rsid w:val="00BD2944"/>
    <w:rsid w:val="00BD360C"/>
    <w:rsid w:val="00BD36B6"/>
    <w:rsid w:val="00BD5453"/>
    <w:rsid w:val="00BD5870"/>
    <w:rsid w:val="00BD67F0"/>
    <w:rsid w:val="00BD76E6"/>
    <w:rsid w:val="00BD7F27"/>
    <w:rsid w:val="00BE03F7"/>
    <w:rsid w:val="00BE042D"/>
    <w:rsid w:val="00BE1237"/>
    <w:rsid w:val="00BE2429"/>
    <w:rsid w:val="00BE2C79"/>
    <w:rsid w:val="00BE3750"/>
    <w:rsid w:val="00BE3C26"/>
    <w:rsid w:val="00BE41FF"/>
    <w:rsid w:val="00BE46F0"/>
    <w:rsid w:val="00BE4D8A"/>
    <w:rsid w:val="00BE55A7"/>
    <w:rsid w:val="00BE6647"/>
    <w:rsid w:val="00BE7033"/>
    <w:rsid w:val="00BE79E4"/>
    <w:rsid w:val="00BF04E3"/>
    <w:rsid w:val="00BF0533"/>
    <w:rsid w:val="00BF0592"/>
    <w:rsid w:val="00BF0725"/>
    <w:rsid w:val="00BF156D"/>
    <w:rsid w:val="00BF1D6B"/>
    <w:rsid w:val="00BF48BD"/>
    <w:rsid w:val="00BF5465"/>
    <w:rsid w:val="00BF7A9F"/>
    <w:rsid w:val="00BF7FD1"/>
    <w:rsid w:val="00C0243D"/>
    <w:rsid w:val="00C02CE6"/>
    <w:rsid w:val="00C036B4"/>
    <w:rsid w:val="00C03906"/>
    <w:rsid w:val="00C03B49"/>
    <w:rsid w:val="00C03DD2"/>
    <w:rsid w:val="00C04BB3"/>
    <w:rsid w:val="00C05C25"/>
    <w:rsid w:val="00C06310"/>
    <w:rsid w:val="00C06ECB"/>
    <w:rsid w:val="00C07438"/>
    <w:rsid w:val="00C07D3D"/>
    <w:rsid w:val="00C10854"/>
    <w:rsid w:val="00C111CE"/>
    <w:rsid w:val="00C114DA"/>
    <w:rsid w:val="00C12F8B"/>
    <w:rsid w:val="00C12FF2"/>
    <w:rsid w:val="00C13F8B"/>
    <w:rsid w:val="00C14278"/>
    <w:rsid w:val="00C1600F"/>
    <w:rsid w:val="00C164B7"/>
    <w:rsid w:val="00C1678D"/>
    <w:rsid w:val="00C16F90"/>
    <w:rsid w:val="00C173AA"/>
    <w:rsid w:val="00C17498"/>
    <w:rsid w:val="00C201CE"/>
    <w:rsid w:val="00C20B6D"/>
    <w:rsid w:val="00C23B01"/>
    <w:rsid w:val="00C23D82"/>
    <w:rsid w:val="00C24CFE"/>
    <w:rsid w:val="00C254A7"/>
    <w:rsid w:val="00C2586A"/>
    <w:rsid w:val="00C2596D"/>
    <w:rsid w:val="00C259F7"/>
    <w:rsid w:val="00C264B6"/>
    <w:rsid w:val="00C268EA"/>
    <w:rsid w:val="00C26E41"/>
    <w:rsid w:val="00C26E45"/>
    <w:rsid w:val="00C26F0C"/>
    <w:rsid w:val="00C275F1"/>
    <w:rsid w:val="00C305E1"/>
    <w:rsid w:val="00C30ED2"/>
    <w:rsid w:val="00C30FE2"/>
    <w:rsid w:val="00C31B95"/>
    <w:rsid w:val="00C31C11"/>
    <w:rsid w:val="00C32F27"/>
    <w:rsid w:val="00C33045"/>
    <w:rsid w:val="00C336C3"/>
    <w:rsid w:val="00C341FC"/>
    <w:rsid w:val="00C34877"/>
    <w:rsid w:val="00C34BAA"/>
    <w:rsid w:val="00C34BC0"/>
    <w:rsid w:val="00C34DC4"/>
    <w:rsid w:val="00C3661C"/>
    <w:rsid w:val="00C423F1"/>
    <w:rsid w:val="00C43963"/>
    <w:rsid w:val="00C43E26"/>
    <w:rsid w:val="00C43F39"/>
    <w:rsid w:val="00C447CE"/>
    <w:rsid w:val="00C44DA4"/>
    <w:rsid w:val="00C44F47"/>
    <w:rsid w:val="00C45B99"/>
    <w:rsid w:val="00C4603B"/>
    <w:rsid w:val="00C46116"/>
    <w:rsid w:val="00C517B1"/>
    <w:rsid w:val="00C5197C"/>
    <w:rsid w:val="00C52C80"/>
    <w:rsid w:val="00C5320C"/>
    <w:rsid w:val="00C53753"/>
    <w:rsid w:val="00C53E0D"/>
    <w:rsid w:val="00C541B2"/>
    <w:rsid w:val="00C541EF"/>
    <w:rsid w:val="00C54439"/>
    <w:rsid w:val="00C546C3"/>
    <w:rsid w:val="00C5481E"/>
    <w:rsid w:val="00C54A8D"/>
    <w:rsid w:val="00C56281"/>
    <w:rsid w:val="00C56A56"/>
    <w:rsid w:val="00C57032"/>
    <w:rsid w:val="00C570A8"/>
    <w:rsid w:val="00C61B48"/>
    <w:rsid w:val="00C62727"/>
    <w:rsid w:val="00C63D0A"/>
    <w:rsid w:val="00C640EC"/>
    <w:rsid w:val="00C64D5E"/>
    <w:rsid w:val="00C6525D"/>
    <w:rsid w:val="00C65A3C"/>
    <w:rsid w:val="00C6607E"/>
    <w:rsid w:val="00C66137"/>
    <w:rsid w:val="00C66C33"/>
    <w:rsid w:val="00C66F5D"/>
    <w:rsid w:val="00C67A3C"/>
    <w:rsid w:val="00C67DCA"/>
    <w:rsid w:val="00C67E73"/>
    <w:rsid w:val="00C724C7"/>
    <w:rsid w:val="00C724CB"/>
    <w:rsid w:val="00C72546"/>
    <w:rsid w:val="00C72B66"/>
    <w:rsid w:val="00C7393F"/>
    <w:rsid w:val="00C749B7"/>
    <w:rsid w:val="00C7527A"/>
    <w:rsid w:val="00C75C7A"/>
    <w:rsid w:val="00C77EC0"/>
    <w:rsid w:val="00C830E8"/>
    <w:rsid w:val="00C83AB1"/>
    <w:rsid w:val="00C84B15"/>
    <w:rsid w:val="00C85BA6"/>
    <w:rsid w:val="00C86201"/>
    <w:rsid w:val="00C87935"/>
    <w:rsid w:val="00C87939"/>
    <w:rsid w:val="00C902B7"/>
    <w:rsid w:val="00C90409"/>
    <w:rsid w:val="00C91912"/>
    <w:rsid w:val="00C92E45"/>
    <w:rsid w:val="00C935ED"/>
    <w:rsid w:val="00C94918"/>
    <w:rsid w:val="00C96117"/>
    <w:rsid w:val="00C9613E"/>
    <w:rsid w:val="00C96F7B"/>
    <w:rsid w:val="00C972D5"/>
    <w:rsid w:val="00CA0179"/>
    <w:rsid w:val="00CA06FE"/>
    <w:rsid w:val="00CA22B8"/>
    <w:rsid w:val="00CA237F"/>
    <w:rsid w:val="00CA23A3"/>
    <w:rsid w:val="00CA34DA"/>
    <w:rsid w:val="00CA3D91"/>
    <w:rsid w:val="00CA3DFF"/>
    <w:rsid w:val="00CA46C6"/>
    <w:rsid w:val="00CA5253"/>
    <w:rsid w:val="00CA540C"/>
    <w:rsid w:val="00CA595E"/>
    <w:rsid w:val="00CA5CE8"/>
    <w:rsid w:val="00CA5DC9"/>
    <w:rsid w:val="00CA628E"/>
    <w:rsid w:val="00CA6983"/>
    <w:rsid w:val="00CA74D8"/>
    <w:rsid w:val="00CA7E30"/>
    <w:rsid w:val="00CB02E3"/>
    <w:rsid w:val="00CB06D8"/>
    <w:rsid w:val="00CB0C45"/>
    <w:rsid w:val="00CB12CC"/>
    <w:rsid w:val="00CB20DD"/>
    <w:rsid w:val="00CB2D6C"/>
    <w:rsid w:val="00CB3A73"/>
    <w:rsid w:val="00CB4701"/>
    <w:rsid w:val="00CB4870"/>
    <w:rsid w:val="00CB49BD"/>
    <w:rsid w:val="00CB74F3"/>
    <w:rsid w:val="00CB7744"/>
    <w:rsid w:val="00CC017C"/>
    <w:rsid w:val="00CC03E2"/>
    <w:rsid w:val="00CC0EFE"/>
    <w:rsid w:val="00CC1A69"/>
    <w:rsid w:val="00CC232A"/>
    <w:rsid w:val="00CC2A80"/>
    <w:rsid w:val="00CC2B3C"/>
    <w:rsid w:val="00CC358D"/>
    <w:rsid w:val="00CC46F8"/>
    <w:rsid w:val="00CC497C"/>
    <w:rsid w:val="00CC5CDB"/>
    <w:rsid w:val="00CC669B"/>
    <w:rsid w:val="00CD0681"/>
    <w:rsid w:val="00CD19C6"/>
    <w:rsid w:val="00CD1C28"/>
    <w:rsid w:val="00CD1FD5"/>
    <w:rsid w:val="00CD1FDF"/>
    <w:rsid w:val="00CD214A"/>
    <w:rsid w:val="00CD21EF"/>
    <w:rsid w:val="00CD344C"/>
    <w:rsid w:val="00CD478B"/>
    <w:rsid w:val="00CD4FC8"/>
    <w:rsid w:val="00CD6A06"/>
    <w:rsid w:val="00CD6A98"/>
    <w:rsid w:val="00CD787F"/>
    <w:rsid w:val="00CE0629"/>
    <w:rsid w:val="00CE0EE9"/>
    <w:rsid w:val="00CE159D"/>
    <w:rsid w:val="00CE1601"/>
    <w:rsid w:val="00CE26AC"/>
    <w:rsid w:val="00CE26DD"/>
    <w:rsid w:val="00CE2AB6"/>
    <w:rsid w:val="00CE2EBF"/>
    <w:rsid w:val="00CE3537"/>
    <w:rsid w:val="00CE421E"/>
    <w:rsid w:val="00CE4F5E"/>
    <w:rsid w:val="00CE60BB"/>
    <w:rsid w:val="00CE6161"/>
    <w:rsid w:val="00CE61A2"/>
    <w:rsid w:val="00CE7A26"/>
    <w:rsid w:val="00CF31E5"/>
    <w:rsid w:val="00CF3257"/>
    <w:rsid w:val="00CF4944"/>
    <w:rsid w:val="00CF512F"/>
    <w:rsid w:val="00CF5178"/>
    <w:rsid w:val="00CF6208"/>
    <w:rsid w:val="00D00A5B"/>
    <w:rsid w:val="00D00ECC"/>
    <w:rsid w:val="00D016F8"/>
    <w:rsid w:val="00D019EA"/>
    <w:rsid w:val="00D01A96"/>
    <w:rsid w:val="00D03694"/>
    <w:rsid w:val="00D03BFA"/>
    <w:rsid w:val="00D03F1F"/>
    <w:rsid w:val="00D04D09"/>
    <w:rsid w:val="00D05565"/>
    <w:rsid w:val="00D058F5"/>
    <w:rsid w:val="00D05C7D"/>
    <w:rsid w:val="00D064ED"/>
    <w:rsid w:val="00D0657B"/>
    <w:rsid w:val="00D0672C"/>
    <w:rsid w:val="00D07383"/>
    <w:rsid w:val="00D07440"/>
    <w:rsid w:val="00D07A67"/>
    <w:rsid w:val="00D10C10"/>
    <w:rsid w:val="00D11019"/>
    <w:rsid w:val="00D11065"/>
    <w:rsid w:val="00D12BFA"/>
    <w:rsid w:val="00D134A8"/>
    <w:rsid w:val="00D150B3"/>
    <w:rsid w:val="00D1525E"/>
    <w:rsid w:val="00D152FA"/>
    <w:rsid w:val="00D159C5"/>
    <w:rsid w:val="00D1603F"/>
    <w:rsid w:val="00D17D60"/>
    <w:rsid w:val="00D215A3"/>
    <w:rsid w:val="00D218E7"/>
    <w:rsid w:val="00D21B14"/>
    <w:rsid w:val="00D233EB"/>
    <w:rsid w:val="00D23705"/>
    <w:rsid w:val="00D23F8E"/>
    <w:rsid w:val="00D247DA"/>
    <w:rsid w:val="00D24946"/>
    <w:rsid w:val="00D2526D"/>
    <w:rsid w:val="00D25782"/>
    <w:rsid w:val="00D259F0"/>
    <w:rsid w:val="00D264E5"/>
    <w:rsid w:val="00D26A26"/>
    <w:rsid w:val="00D26AA7"/>
    <w:rsid w:val="00D27145"/>
    <w:rsid w:val="00D27568"/>
    <w:rsid w:val="00D27D2B"/>
    <w:rsid w:val="00D3021C"/>
    <w:rsid w:val="00D3031C"/>
    <w:rsid w:val="00D31E8C"/>
    <w:rsid w:val="00D320D1"/>
    <w:rsid w:val="00D32855"/>
    <w:rsid w:val="00D328D7"/>
    <w:rsid w:val="00D32A90"/>
    <w:rsid w:val="00D32B47"/>
    <w:rsid w:val="00D32BB0"/>
    <w:rsid w:val="00D35426"/>
    <w:rsid w:val="00D37601"/>
    <w:rsid w:val="00D4027C"/>
    <w:rsid w:val="00D42DC7"/>
    <w:rsid w:val="00D43972"/>
    <w:rsid w:val="00D43BA1"/>
    <w:rsid w:val="00D442E1"/>
    <w:rsid w:val="00D446C7"/>
    <w:rsid w:val="00D447BE"/>
    <w:rsid w:val="00D44A6C"/>
    <w:rsid w:val="00D45208"/>
    <w:rsid w:val="00D457E2"/>
    <w:rsid w:val="00D45E62"/>
    <w:rsid w:val="00D46118"/>
    <w:rsid w:val="00D469D2"/>
    <w:rsid w:val="00D4715E"/>
    <w:rsid w:val="00D47794"/>
    <w:rsid w:val="00D50075"/>
    <w:rsid w:val="00D505C1"/>
    <w:rsid w:val="00D50ED2"/>
    <w:rsid w:val="00D51274"/>
    <w:rsid w:val="00D512D4"/>
    <w:rsid w:val="00D51479"/>
    <w:rsid w:val="00D518A9"/>
    <w:rsid w:val="00D5227E"/>
    <w:rsid w:val="00D52943"/>
    <w:rsid w:val="00D52D6D"/>
    <w:rsid w:val="00D53165"/>
    <w:rsid w:val="00D538CE"/>
    <w:rsid w:val="00D53E6A"/>
    <w:rsid w:val="00D541BF"/>
    <w:rsid w:val="00D543A0"/>
    <w:rsid w:val="00D5468F"/>
    <w:rsid w:val="00D55666"/>
    <w:rsid w:val="00D557C2"/>
    <w:rsid w:val="00D559BF"/>
    <w:rsid w:val="00D55DA0"/>
    <w:rsid w:val="00D5602C"/>
    <w:rsid w:val="00D563A6"/>
    <w:rsid w:val="00D564EE"/>
    <w:rsid w:val="00D56DF7"/>
    <w:rsid w:val="00D57DE1"/>
    <w:rsid w:val="00D60413"/>
    <w:rsid w:val="00D60C40"/>
    <w:rsid w:val="00D60C97"/>
    <w:rsid w:val="00D61D9A"/>
    <w:rsid w:val="00D61DBD"/>
    <w:rsid w:val="00D629A5"/>
    <w:rsid w:val="00D638F3"/>
    <w:rsid w:val="00D656E6"/>
    <w:rsid w:val="00D6614A"/>
    <w:rsid w:val="00D66F95"/>
    <w:rsid w:val="00D6791C"/>
    <w:rsid w:val="00D702B6"/>
    <w:rsid w:val="00D7050F"/>
    <w:rsid w:val="00D7094A"/>
    <w:rsid w:val="00D70EE0"/>
    <w:rsid w:val="00D71FC7"/>
    <w:rsid w:val="00D72249"/>
    <w:rsid w:val="00D72D03"/>
    <w:rsid w:val="00D73DE9"/>
    <w:rsid w:val="00D743EF"/>
    <w:rsid w:val="00D7670B"/>
    <w:rsid w:val="00D805BB"/>
    <w:rsid w:val="00D82031"/>
    <w:rsid w:val="00D82CA4"/>
    <w:rsid w:val="00D831C3"/>
    <w:rsid w:val="00D837AE"/>
    <w:rsid w:val="00D845E6"/>
    <w:rsid w:val="00D85A4E"/>
    <w:rsid w:val="00D86D57"/>
    <w:rsid w:val="00D874E1"/>
    <w:rsid w:val="00D876A2"/>
    <w:rsid w:val="00D90902"/>
    <w:rsid w:val="00D90CDF"/>
    <w:rsid w:val="00D90DF2"/>
    <w:rsid w:val="00D916BB"/>
    <w:rsid w:val="00D9205A"/>
    <w:rsid w:val="00D9258B"/>
    <w:rsid w:val="00D927DF"/>
    <w:rsid w:val="00D92931"/>
    <w:rsid w:val="00D92E50"/>
    <w:rsid w:val="00D93CD7"/>
    <w:rsid w:val="00D941DC"/>
    <w:rsid w:val="00D94487"/>
    <w:rsid w:val="00D94B7C"/>
    <w:rsid w:val="00D952D5"/>
    <w:rsid w:val="00D96D2A"/>
    <w:rsid w:val="00D971CF"/>
    <w:rsid w:val="00DA058E"/>
    <w:rsid w:val="00DA1BF8"/>
    <w:rsid w:val="00DA24B8"/>
    <w:rsid w:val="00DA306A"/>
    <w:rsid w:val="00DA5E01"/>
    <w:rsid w:val="00DA65AC"/>
    <w:rsid w:val="00DA674D"/>
    <w:rsid w:val="00DB0589"/>
    <w:rsid w:val="00DB1024"/>
    <w:rsid w:val="00DB1C3B"/>
    <w:rsid w:val="00DB215F"/>
    <w:rsid w:val="00DB2806"/>
    <w:rsid w:val="00DB283A"/>
    <w:rsid w:val="00DB37FB"/>
    <w:rsid w:val="00DB4235"/>
    <w:rsid w:val="00DB439D"/>
    <w:rsid w:val="00DB48EC"/>
    <w:rsid w:val="00DB4A8D"/>
    <w:rsid w:val="00DB775E"/>
    <w:rsid w:val="00DB7D34"/>
    <w:rsid w:val="00DC0968"/>
    <w:rsid w:val="00DC16FB"/>
    <w:rsid w:val="00DC1B4B"/>
    <w:rsid w:val="00DC204C"/>
    <w:rsid w:val="00DC3493"/>
    <w:rsid w:val="00DC47D8"/>
    <w:rsid w:val="00DC4B34"/>
    <w:rsid w:val="00DC4DA1"/>
    <w:rsid w:val="00DC526C"/>
    <w:rsid w:val="00DC7CB9"/>
    <w:rsid w:val="00DD0D34"/>
    <w:rsid w:val="00DD16F7"/>
    <w:rsid w:val="00DD16FE"/>
    <w:rsid w:val="00DD1D3F"/>
    <w:rsid w:val="00DD2D3F"/>
    <w:rsid w:val="00DD312A"/>
    <w:rsid w:val="00DD3F21"/>
    <w:rsid w:val="00DD5110"/>
    <w:rsid w:val="00DD54EB"/>
    <w:rsid w:val="00DD7979"/>
    <w:rsid w:val="00DE0032"/>
    <w:rsid w:val="00DE0170"/>
    <w:rsid w:val="00DE0346"/>
    <w:rsid w:val="00DE075C"/>
    <w:rsid w:val="00DE12B0"/>
    <w:rsid w:val="00DE15D7"/>
    <w:rsid w:val="00DE1CBB"/>
    <w:rsid w:val="00DE20E7"/>
    <w:rsid w:val="00DE2149"/>
    <w:rsid w:val="00DE2641"/>
    <w:rsid w:val="00DE3E51"/>
    <w:rsid w:val="00DE483D"/>
    <w:rsid w:val="00DE5A5D"/>
    <w:rsid w:val="00DE6F57"/>
    <w:rsid w:val="00DE78C4"/>
    <w:rsid w:val="00DE7E74"/>
    <w:rsid w:val="00DF0770"/>
    <w:rsid w:val="00DF1777"/>
    <w:rsid w:val="00DF1D85"/>
    <w:rsid w:val="00DF2FDD"/>
    <w:rsid w:val="00DF35E5"/>
    <w:rsid w:val="00DF3976"/>
    <w:rsid w:val="00DF3E1B"/>
    <w:rsid w:val="00DF45FE"/>
    <w:rsid w:val="00DF47EB"/>
    <w:rsid w:val="00DF4959"/>
    <w:rsid w:val="00DF5D24"/>
    <w:rsid w:val="00DF62B0"/>
    <w:rsid w:val="00DF65D4"/>
    <w:rsid w:val="00DF69CF"/>
    <w:rsid w:val="00DF79C7"/>
    <w:rsid w:val="00DF7CE5"/>
    <w:rsid w:val="00E01589"/>
    <w:rsid w:val="00E0309A"/>
    <w:rsid w:val="00E03AE4"/>
    <w:rsid w:val="00E0414B"/>
    <w:rsid w:val="00E051F7"/>
    <w:rsid w:val="00E0592D"/>
    <w:rsid w:val="00E05A81"/>
    <w:rsid w:val="00E05CF1"/>
    <w:rsid w:val="00E0654C"/>
    <w:rsid w:val="00E06943"/>
    <w:rsid w:val="00E07DF4"/>
    <w:rsid w:val="00E07EF8"/>
    <w:rsid w:val="00E07F0B"/>
    <w:rsid w:val="00E10DD8"/>
    <w:rsid w:val="00E11071"/>
    <w:rsid w:val="00E110C9"/>
    <w:rsid w:val="00E111BF"/>
    <w:rsid w:val="00E120DF"/>
    <w:rsid w:val="00E1326F"/>
    <w:rsid w:val="00E134B4"/>
    <w:rsid w:val="00E13AAC"/>
    <w:rsid w:val="00E147D1"/>
    <w:rsid w:val="00E14DD0"/>
    <w:rsid w:val="00E15383"/>
    <w:rsid w:val="00E15893"/>
    <w:rsid w:val="00E15A14"/>
    <w:rsid w:val="00E17386"/>
    <w:rsid w:val="00E1793F"/>
    <w:rsid w:val="00E17A1B"/>
    <w:rsid w:val="00E202A9"/>
    <w:rsid w:val="00E2053E"/>
    <w:rsid w:val="00E20AF5"/>
    <w:rsid w:val="00E20C33"/>
    <w:rsid w:val="00E210CC"/>
    <w:rsid w:val="00E2151B"/>
    <w:rsid w:val="00E2258E"/>
    <w:rsid w:val="00E229B6"/>
    <w:rsid w:val="00E22AC1"/>
    <w:rsid w:val="00E2319F"/>
    <w:rsid w:val="00E23EF6"/>
    <w:rsid w:val="00E24D32"/>
    <w:rsid w:val="00E25A99"/>
    <w:rsid w:val="00E25C42"/>
    <w:rsid w:val="00E264AA"/>
    <w:rsid w:val="00E26769"/>
    <w:rsid w:val="00E26BA8"/>
    <w:rsid w:val="00E3151C"/>
    <w:rsid w:val="00E33FD9"/>
    <w:rsid w:val="00E353AE"/>
    <w:rsid w:val="00E35637"/>
    <w:rsid w:val="00E35692"/>
    <w:rsid w:val="00E37E98"/>
    <w:rsid w:val="00E42D6F"/>
    <w:rsid w:val="00E4326E"/>
    <w:rsid w:val="00E435EC"/>
    <w:rsid w:val="00E436C5"/>
    <w:rsid w:val="00E438F9"/>
    <w:rsid w:val="00E43AEA"/>
    <w:rsid w:val="00E43F30"/>
    <w:rsid w:val="00E43FE7"/>
    <w:rsid w:val="00E45802"/>
    <w:rsid w:val="00E45D44"/>
    <w:rsid w:val="00E474E8"/>
    <w:rsid w:val="00E4766F"/>
    <w:rsid w:val="00E52907"/>
    <w:rsid w:val="00E537D6"/>
    <w:rsid w:val="00E54044"/>
    <w:rsid w:val="00E54813"/>
    <w:rsid w:val="00E5531D"/>
    <w:rsid w:val="00E56F42"/>
    <w:rsid w:val="00E5726F"/>
    <w:rsid w:val="00E57B65"/>
    <w:rsid w:val="00E57F3A"/>
    <w:rsid w:val="00E61016"/>
    <w:rsid w:val="00E6107F"/>
    <w:rsid w:val="00E614EA"/>
    <w:rsid w:val="00E61A92"/>
    <w:rsid w:val="00E63D78"/>
    <w:rsid w:val="00E6531A"/>
    <w:rsid w:val="00E6563C"/>
    <w:rsid w:val="00E66034"/>
    <w:rsid w:val="00E66CC8"/>
    <w:rsid w:val="00E67485"/>
    <w:rsid w:val="00E6758F"/>
    <w:rsid w:val="00E70304"/>
    <w:rsid w:val="00E7170A"/>
    <w:rsid w:val="00E72540"/>
    <w:rsid w:val="00E73214"/>
    <w:rsid w:val="00E73C37"/>
    <w:rsid w:val="00E7419B"/>
    <w:rsid w:val="00E7499E"/>
    <w:rsid w:val="00E74BB8"/>
    <w:rsid w:val="00E74F4D"/>
    <w:rsid w:val="00E75C9B"/>
    <w:rsid w:val="00E7626F"/>
    <w:rsid w:val="00E76A4E"/>
    <w:rsid w:val="00E802A8"/>
    <w:rsid w:val="00E80B5B"/>
    <w:rsid w:val="00E80BC1"/>
    <w:rsid w:val="00E81147"/>
    <w:rsid w:val="00E81850"/>
    <w:rsid w:val="00E825D7"/>
    <w:rsid w:val="00E82EE8"/>
    <w:rsid w:val="00E82FBD"/>
    <w:rsid w:val="00E8303F"/>
    <w:rsid w:val="00E83ACF"/>
    <w:rsid w:val="00E8412E"/>
    <w:rsid w:val="00E845F0"/>
    <w:rsid w:val="00E848F1"/>
    <w:rsid w:val="00E85CFA"/>
    <w:rsid w:val="00E87A25"/>
    <w:rsid w:val="00E92F2D"/>
    <w:rsid w:val="00E92F76"/>
    <w:rsid w:val="00E935A4"/>
    <w:rsid w:val="00EA00AD"/>
    <w:rsid w:val="00EA19B3"/>
    <w:rsid w:val="00EA258F"/>
    <w:rsid w:val="00EA26E9"/>
    <w:rsid w:val="00EA3BAE"/>
    <w:rsid w:val="00EA59B1"/>
    <w:rsid w:val="00EA5C4F"/>
    <w:rsid w:val="00EA62CC"/>
    <w:rsid w:val="00EA71B7"/>
    <w:rsid w:val="00EB112B"/>
    <w:rsid w:val="00EB2536"/>
    <w:rsid w:val="00EB2AEE"/>
    <w:rsid w:val="00EB567E"/>
    <w:rsid w:val="00EB778C"/>
    <w:rsid w:val="00EB7F7C"/>
    <w:rsid w:val="00EC1071"/>
    <w:rsid w:val="00EC2F75"/>
    <w:rsid w:val="00EC38DE"/>
    <w:rsid w:val="00EC4079"/>
    <w:rsid w:val="00EC4241"/>
    <w:rsid w:val="00EC4475"/>
    <w:rsid w:val="00EC4DCC"/>
    <w:rsid w:val="00EC545F"/>
    <w:rsid w:val="00EC59A9"/>
    <w:rsid w:val="00EC5FCF"/>
    <w:rsid w:val="00EC662F"/>
    <w:rsid w:val="00EC6D0A"/>
    <w:rsid w:val="00EC71A3"/>
    <w:rsid w:val="00EC7249"/>
    <w:rsid w:val="00EC7320"/>
    <w:rsid w:val="00EC748F"/>
    <w:rsid w:val="00ED08AF"/>
    <w:rsid w:val="00ED08EF"/>
    <w:rsid w:val="00ED0966"/>
    <w:rsid w:val="00ED1700"/>
    <w:rsid w:val="00ED1829"/>
    <w:rsid w:val="00ED1AF0"/>
    <w:rsid w:val="00ED20AB"/>
    <w:rsid w:val="00ED2771"/>
    <w:rsid w:val="00ED63C9"/>
    <w:rsid w:val="00ED6733"/>
    <w:rsid w:val="00ED71C1"/>
    <w:rsid w:val="00ED7434"/>
    <w:rsid w:val="00ED76AA"/>
    <w:rsid w:val="00ED7A2A"/>
    <w:rsid w:val="00ED7F06"/>
    <w:rsid w:val="00EE12D8"/>
    <w:rsid w:val="00EE2627"/>
    <w:rsid w:val="00EE32B4"/>
    <w:rsid w:val="00EE3436"/>
    <w:rsid w:val="00EE493C"/>
    <w:rsid w:val="00EE4950"/>
    <w:rsid w:val="00EE49E3"/>
    <w:rsid w:val="00EE6D12"/>
    <w:rsid w:val="00EE6E14"/>
    <w:rsid w:val="00EE7846"/>
    <w:rsid w:val="00EE7909"/>
    <w:rsid w:val="00EF028C"/>
    <w:rsid w:val="00EF1356"/>
    <w:rsid w:val="00EF1BA6"/>
    <w:rsid w:val="00EF1DEF"/>
    <w:rsid w:val="00EF3BBA"/>
    <w:rsid w:val="00EF4105"/>
    <w:rsid w:val="00EF4997"/>
    <w:rsid w:val="00EF4B14"/>
    <w:rsid w:val="00EF52C5"/>
    <w:rsid w:val="00EF5698"/>
    <w:rsid w:val="00EF5BA3"/>
    <w:rsid w:val="00EF6158"/>
    <w:rsid w:val="00EF6FD0"/>
    <w:rsid w:val="00EF70DC"/>
    <w:rsid w:val="00EF731F"/>
    <w:rsid w:val="00F0168A"/>
    <w:rsid w:val="00F01697"/>
    <w:rsid w:val="00F02430"/>
    <w:rsid w:val="00F0382F"/>
    <w:rsid w:val="00F038B1"/>
    <w:rsid w:val="00F03BBC"/>
    <w:rsid w:val="00F03F18"/>
    <w:rsid w:val="00F0475A"/>
    <w:rsid w:val="00F0495B"/>
    <w:rsid w:val="00F04AB8"/>
    <w:rsid w:val="00F04B6E"/>
    <w:rsid w:val="00F052F7"/>
    <w:rsid w:val="00F06516"/>
    <w:rsid w:val="00F06557"/>
    <w:rsid w:val="00F06660"/>
    <w:rsid w:val="00F075FA"/>
    <w:rsid w:val="00F10E4E"/>
    <w:rsid w:val="00F116B6"/>
    <w:rsid w:val="00F11FC5"/>
    <w:rsid w:val="00F121B1"/>
    <w:rsid w:val="00F121C6"/>
    <w:rsid w:val="00F12EB5"/>
    <w:rsid w:val="00F1320F"/>
    <w:rsid w:val="00F138EE"/>
    <w:rsid w:val="00F13C4E"/>
    <w:rsid w:val="00F13C87"/>
    <w:rsid w:val="00F144B1"/>
    <w:rsid w:val="00F167C9"/>
    <w:rsid w:val="00F1684F"/>
    <w:rsid w:val="00F16A35"/>
    <w:rsid w:val="00F16E68"/>
    <w:rsid w:val="00F17DBD"/>
    <w:rsid w:val="00F20046"/>
    <w:rsid w:val="00F2086D"/>
    <w:rsid w:val="00F2302C"/>
    <w:rsid w:val="00F23716"/>
    <w:rsid w:val="00F23B2C"/>
    <w:rsid w:val="00F23F4C"/>
    <w:rsid w:val="00F2454C"/>
    <w:rsid w:val="00F249EA"/>
    <w:rsid w:val="00F24C34"/>
    <w:rsid w:val="00F2503D"/>
    <w:rsid w:val="00F254E7"/>
    <w:rsid w:val="00F255D8"/>
    <w:rsid w:val="00F25C5D"/>
    <w:rsid w:val="00F2678E"/>
    <w:rsid w:val="00F27350"/>
    <w:rsid w:val="00F302E7"/>
    <w:rsid w:val="00F30C9E"/>
    <w:rsid w:val="00F30D2F"/>
    <w:rsid w:val="00F30F89"/>
    <w:rsid w:val="00F31718"/>
    <w:rsid w:val="00F32111"/>
    <w:rsid w:val="00F332FB"/>
    <w:rsid w:val="00F335ED"/>
    <w:rsid w:val="00F33951"/>
    <w:rsid w:val="00F33E6D"/>
    <w:rsid w:val="00F340C6"/>
    <w:rsid w:val="00F35A1E"/>
    <w:rsid w:val="00F36851"/>
    <w:rsid w:val="00F3685F"/>
    <w:rsid w:val="00F37371"/>
    <w:rsid w:val="00F375CC"/>
    <w:rsid w:val="00F379E7"/>
    <w:rsid w:val="00F37D6A"/>
    <w:rsid w:val="00F37FCE"/>
    <w:rsid w:val="00F41122"/>
    <w:rsid w:val="00F418D1"/>
    <w:rsid w:val="00F4200A"/>
    <w:rsid w:val="00F4320D"/>
    <w:rsid w:val="00F4416C"/>
    <w:rsid w:val="00F4599B"/>
    <w:rsid w:val="00F45F2B"/>
    <w:rsid w:val="00F475F0"/>
    <w:rsid w:val="00F47696"/>
    <w:rsid w:val="00F479BE"/>
    <w:rsid w:val="00F47DEB"/>
    <w:rsid w:val="00F51EE3"/>
    <w:rsid w:val="00F53015"/>
    <w:rsid w:val="00F532A6"/>
    <w:rsid w:val="00F54127"/>
    <w:rsid w:val="00F548AA"/>
    <w:rsid w:val="00F5611B"/>
    <w:rsid w:val="00F566D9"/>
    <w:rsid w:val="00F569F6"/>
    <w:rsid w:val="00F56A05"/>
    <w:rsid w:val="00F57221"/>
    <w:rsid w:val="00F57306"/>
    <w:rsid w:val="00F57AB2"/>
    <w:rsid w:val="00F6029B"/>
    <w:rsid w:val="00F60660"/>
    <w:rsid w:val="00F609BF"/>
    <w:rsid w:val="00F60EB1"/>
    <w:rsid w:val="00F618B8"/>
    <w:rsid w:val="00F61BEA"/>
    <w:rsid w:val="00F61FAE"/>
    <w:rsid w:val="00F6260F"/>
    <w:rsid w:val="00F62B82"/>
    <w:rsid w:val="00F62D28"/>
    <w:rsid w:val="00F637AF"/>
    <w:rsid w:val="00F63AEE"/>
    <w:rsid w:val="00F6493C"/>
    <w:rsid w:val="00F650D0"/>
    <w:rsid w:val="00F65E81"/>
    <w:rsid w:val="00F66C95"/>
    <w:rsid w:val="00F67599"/>
    <w:rsid w:val="00F676EA"/>
    <w:rsid w:val="00F67CFC"/>
    <w:rsid w:val="00F7087A"/>
    <w:rsid w:val="00F7143F"/>
    <w:rsid w:val="00F71628"/>
    <w:rsid w:val="00F71A2E"/>
    <w:rsid w:val="00F71CA0"/>
    <w:rsid w:val="00F72754"/>
    <w:rsid w:val="00F72A9E"/>
    <w:rsid w:val="00F72B7F"/>
    <w:rsid w:val="00F738ED"/>
    <w:rsid w:val="00F7393E"/>
    <w:rsid w:val="00F73D83"/>
    <w:rsid w:val="00F74B35"/>
    <w:rsid w:val="00F74BD6"/>
    <w:rsid w:val="00F7504E"/>
    <w:rsid w:val="00F759DB"/>
    <w:rsid w:val="00F76698"/>
    <w:rsid w:val="00F775F5"/>
    <w:rsid w:val="00F778C0"/>
    <w:rsid w:val="00F77B7B"/>
    <w:rsid w:val="00F77E8E"/>
    <w:rsid w:val="00F80640"/>
    <w:rsid w:val="00F8104A"/>
    <w:rsid w:val="00F812B1"/>
    <w:rsid w:val="00F81B6E"/>
    <w:rsid w:val="00F83A48"/>
    <w:rsid w:val="00F844EB"/>
    <w:rsid w:val="00F84F9F"/>
    <w:rsid w:val="00F85070"/>
    <w:rsid w:val="00F85807"/>
    <w:rsid w:val="00F85D7A"/>
    <w:rsid w:val="00F85F39"/>
    <w:rsid w:val="00F86AF9"/>
    <w:rsid w:val="00F86D9E"/>
    <w:rsid w:val="00F8787A"/>
    <w:rsid w:val="00F87B5E"/>
    <w:rsid w:val="00F87CB8"/>
    <w:rsid w:val="00F87D32"/>
    <w:rsid w:val="00F9091E"/>
    <w:rsid w:val="00F90B0F"/>
    <w:rsid w:val="00F90E15"/>
    <w:rsid w:val="00F910C7"/>
    <w:rsid w:val="00F917C1"/>
    <w:rsid w:val="00F92695"/>
    <w:rsid w:val="00F92823"/>
    <w:rsid w:val="00F944B2"/>
    <w:rsid w:val="00F95B11"/>
    <w:rsid w:val="00F95C65"/>
    <w:rsid w:val="00F960A8"/>
    <w:rsid w:val="00F960B3"/>
    <w:rsid w:val="00F960F9"/>
    <w:rsid w:val="00F96451"/>
    <w:rsid w:val="00F96D46"/>
    <w:rsid w:val="00F96F55"/>
    <w:rsid w:val="00FA009A"/>
    <w:rsid w:val="00FA0828"/>
    <w:rsid w:val="00FA1719"/>
    <w:rsid w:val="00FA195C"/>
    <w:rsid w:val="00FA1A3A"/>
    <w:rsid w:val="00FA28C3"/>
    <w:rsid w:val="00FA538E"/>
    <w:rsid w:val="00FA55E5"/>
    <w:rsid w:val="00FA58F5"/>
    <w:rsid w:val="00FA67F4"/>
    <w:rsid w:val="00FA6854"/>
    <w:rsid w:val="00FA7787"/>
    <w:rsid w:val="00FA7F59"/>
    <w:rsid w:val="00FB0B2F"/>
    <w:rsid w:val="00FB1143"/>
    <w:rsid w:val="00FB15C1"/>
    <w:rsid w:val="00FB18ED"/>
    <w:rsid w:val="00FB419D"/>
    <w:rsid w:val="00FB4452"/>
    <w:rsid w:val="00FB4A7F"/>
    <w:rsid w:val="00FB5637"/>
    <w:rsid w:val="00FB5E97"/>
    <w:rsid w:val="00FB621E"/>
    <w:rsid w:val="00FB6426"/>
    <w:rsid w:val="00FB68F1"/>
    <w:rsid w:val="00FB68F5"/>
    <w:rsid w:val="00FB6DEC"/>
    <w:rsid w:val="00FB7AD8"/>
    <w:rsid w:val="00FB7EC1"/>
    <w:rsid w:val="00FC04D3"/>
    <w:rsid w:val="00FC0790"/>
    <w:rsid w:val="00FC183A"/>
    <w:rsid w:val="00FC1C81"/>
    <w:rsid w:val="00FC2711"/>
    <w:rsid w:val="00FC6177"/>
    <w:rsid w:val="00FC6E8B"/>
    <w:rsid w:val="00FC798A"/>
    <w:rsid w:val="00FC7FEB"/>
    <w:rsid w:val="00FD1502"/>
    <w:rsid w:val="00FD2141"/>
    <w:rsid w:val="00FD2860"/>
    <w:rsid w:val="00FD3630"/>
    <w:rsid w:val="00FD3970"/>
    <w:rsid w:val="00FD4AD3"/>
    <w:rsid w:val="00FD5347"/>
    <w:rsid w:val="00FD5B1B"/>
    <w:rsid w:val="00FD5D7F"/>
    <w:rsid w:val="00FD6F82"/>
    <w:rsid w:val="00FD7057"/>
    <w:rsid w:val="00FD76F1"/>
    <w:rsid w:val="00FD7E72"/>
    <w:rsid w:val="00FE172D"/>
    <w:rsid w:val="00FE1853"/>
    <w:rsid w:val="00FE1988"/>
    <w:rsid w:val="00FE2AC5"/>
    <w:rsid w:val="00FE2E8E"/>
    <w:rsid w:val="00FE3033"/>
    <w:rsid w:val="00FE3A28"/>
    <w:rsid w:val="00FE3A2B"/>
    <w:rsid w:val="00FE482E"/>
    <w:rsid w:val="00FE54C6"/>
    <w:rsid w:val="00FE611B"/>
    <w:rsid w:val="00FE7701"/>
    <w:rsid w:val="00FF0447"/>
    <w:rsid w:val="00FF0709"/>
    <w:rsid w:val="00FF1BA5"/>
    <w:rsid w:val="00FF1F5A"/>
    <w:rsid w:val="00FF2DD7"/>
    <w:rsid w:val="00FF34C3"/>
    <w:rsid w:val="00FF3CF5"/>
    <w:rsid w:val="00FF4882"/>
    <w:rsid w:val="00FF4D75"/>
    <w:rsid w:val="00FF5CC3"/>
    <w:rsid w:val="00FF5FD9"/>
    <w:rsid w:val="00FF6AF4"/>
    <w:rsid w:val="00FF6C25"/>
    <w:rsid w:val="00FF71E0"/>
    <w:rsid w:val="00FF7893"/>
    <w:rsid w:val="00FF7924"/>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D34"/>
    <w:pPr>
      <w:spacing w:after="200" w:line="276" w:lineRule="auto"/>
    </w:pPr>
    <w:rPr>
      <w:lang w:val="el-GR" w:eastAsia="en-US"/>
    </w:rPr>
  </w:style>
  <w:style w:type="paragraph" w:styleId="Heading1">
    <w:name w:val="heading 1"/>
    <w:basedOn w:val="Normal"/>
    <w:next w:val="Normal"/>
    <w:link w:val="Heading1Char"/>
    <w:uiPriority w:val="99"/>
    <w:qFormat/>
    <w:rsid w:val="00DB7D34"/>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DB7D34"/>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DB7D34"/>
    <w:pPr>
      <w:keepNext/>
      <w:keepLines/>
      <w:spacing w:before="200" w:after="0"/>
      <w:outlineLvl w:val="2"/>
    </w:pPr>
    <w:rPr>
      <w:rFonts w:ascii="Cambria" w:eastAsia="Times New Roman" w:hAnsi="Cambria"/>
      <w:b/>
      <w:bCs/>
      <w:color w:val="4F81BD"/>
    </w:rPr>
  </w:style>
  <w:style w:type="paragraph" w:styleId="Heading5">
    <w:name w:val="heading 5"/>
    <w:basedOn w:val="Normal"/>
    <w:link w:val="Heading5Char"/>
    <w:uiPriority w:val="99"/>
    <w:qFormat/>
    <w:rsid w:val="00DB7D34"/>
    <w:pPr>
      <w:spacing w:before="100" w:beforeAutospacing="1" w:after="100" w:afterAutospacing="1" w:line="240" w:lineRule="auto"/>
      <w:outlineLvl w:val="4"/>
    </w:pPr>
    <w:rPr>
      <w:rFonts w:ascii="Times New Roman" w:eastAsia="Times New Roman" w:hAnsi="Times New Roman"/>
      <w:b/>
      <w:bCs/>
      <w:sz w:val="20"/>
      <w:szCs w:val="20"/>
      <w:lang w:eastAsia="el-G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B7D34"/>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DB7D34"/>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DB7D34"/>
    <w:rPr>
      <w:rFonts w:ascii="Cambria" w:hAnsi="Cambria" w:cs="Times New Roman"/>
      <w:b/>
      <w:bCs/>
      <w:color w:val="4F81BD"/>
    </w:rPr>
  </w:style>
  <w:style w:type="character" w:customStyle="1" w:styleId="Heading5Char">
    <w:name w:val="Heading 5 Char"/>
    <w:basedOn w:val="DefaultParagraphFont"/>
    <w:link w:val="Heading5"/>
    <w:uiPriority w:val="99"/>
    <w:locked/>
    <w:rsid w:val="00DB7D34"/>
    <w:rPr>
      <w:rFonts w:ascii="Times New Roman" w:hAnsi="Times New Roman" w:cs="Times New Roman"/>
      <w:b/>
      <w:bCs/>
      <w:sz w:val="20"/>
      <w:szCs w:val="20"/>
      <w:lang w:eastAsia="el-GR"/>
    </w:rPr>
  </w:style>
  <w:style w:type="character" w:styleId="Strong">
    <w:name w:val="Strong"/>
    <w:basedOn w:val="DefaultParagraphFont"/>
    <w:uiPriority w:val="99"/>
    <w:qFormat/>
    <w:rsid w:val="00DB7D34"/>
    <w:rPr>
      <w:rFonts w:cs="Times New Roman"/>
      <w:b/>
      <w:bCs/>
    </w:rPr>
  </w:style>
  <w:style w:type="character" w:styleId="Emphasis">
    <w:name w:val="Emphasis"/>
    <w:basedOn w:val="DefaultParagraphFont"/>
    <w:uiPriority w:val="99"/>
    <w:qFormat/>
    <w:rsid w:val="00DB7D34"/>
    <w:rPr>
      <w:rFonts w:cs="Times New Roman"/>
      <w:i/>
      <w:iCs/>
    </w:rPr>
  </w:style>
  <w:style w:type="paragraph" w:styleId="ListParagraph">
    <w:name w:val="List Paragraph"/>
    <w:basedOn w:val="Normal"/>
    <w:uiPriority w:val="99"/>
    <w:qFormat/>
    <w:rsid w:val="00DB7D34"/>
    <w:pPr>
      <w:ind w:left="720"/>
      <w:contextualSpacing/>
    </w:pPr>
  </w:style>
  <w:style w:type="paragraph" w:styleId="BalloonText">
    <w:name w:val="Balloon Text"/>
    <w:basedOn w:val="Normal"/>
    <w:link w:val="BalloonTextChar"/>
    <w:uiPriority w:val="99"/>
    <w:semiHidden/>
    <w:rsid w:val="009A07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070A"/>
    <w:rPr>
      <w:rFonts w:ascii="Tahoma" w:hAnsi="Tahoma" w:cs="Tahoma"/>
      <w:sz w:val="16"/>
      <w:szCs w:val="16"/>
    </w:rPr>
  </w:style>
  <w:style w:type="table" w:styleId="TableGrid">
    <w:name w:val="Table Grid"/>
    <w:basedOn w:val="TableNormal"/>
    <w:uiPriority w:val="99"/>
    <w:rsid w:val="009A07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TotalTime>
  <Pages>2</Pages>
  <Words>534</Words>
  <Characters>3046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PSYCHARIS GEORGE</cp:lastModifiedBy>
  <cp:revision>20</cp:revision>
  <dcterms:created xsi:type="dcterms:W3CDTF">2012-02-16T10:25:00Z</dcterms:created>
  <dcterms:modified xsi:type="dcterms:W3CDTF">2012-04-09T09:12:00Z</dcterms:modified>
</cp:coreProperties>
</file>